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3E3F9" w14:textId="77777777" w:rsidR="00190F00" w:rsidRPr="00190F00" w:rsidRDefault="00190F00" w:rsidP="00190F0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90F0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SARS-CoV-2/H.sapiens/USA/TB-90009187/2022, complete genome</w:t>
      </w:r>
    </w:p>
    <w:p w14:paraId="023D97EF" w14:textId="77777777" w:rsidR="00190F00" w:rsidRPr="00190F00" w:rsidRDefault="00190F00" w:rsidP="00190F0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t>GenBank: OP929417.1</w:t>
      </w:r>
    </w:p>
    <w:p w14:paraId="0FFA6273" w14:textId="77777777" w:rsidR="00190F00" w:rsidRPr="00190F00" w:rsidRDefault="00190F00" w:rsidP="00190F0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"https://www.ncbi.nlm.nih.gov/nuccore/OP929417.1?report=fasta" </w:instrText>
      </w: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0F0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"https://www.ncbi.nlm.nih.gov/nuccore/OP929417.1?report=graph" </w:instrText>
      </w: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0F0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929417.1"/>
    <w:bookmarkEnd w:id="1"/>
    <w:p w14:paraId="139F9938" w14:textId="77777777" w:rsidR="00190F00" w:rsidRPr="00190F00" w:rsidRDefault="00190F00" w:rsidP="00190F0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"https://www.ncbi.nlm.nih.gov/nuccore/OP929417.1" \l "goto2370572888_0" </w:instrText>
      </w: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90F0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90F0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CC5AFB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LOCUS       OP929417               29824 bp    RNA     linear   VRL 01-DEC-2022</w:t>
      </w:r>
    </w:p>
    <w:p w14:paraId="76F3E0E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508699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SARS-CoV-2/H.sapiens/USA/TB-90009187/2022, complete genome.</w:t>
      </w:r>
    </w:p>
    <w:p w14:paraId="2EC6C38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ACCESSION   OP929417</w:t>
      </w:r>
    </w:p>
    <w:p w14:paraId="1A48FD4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VERSION     OP929417.1</w:t>
      </w:r>
    </w:p>
    <w:p w14:paraId="7D2A16D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2BBF65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FE69B1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CD7696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EF3CE9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A4A455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E52C81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29824)</w:t>
      </w:r>
    </w:p>
    <w:p w14:paraId="58D2D7A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Sullivan,T.J.</w:t>
      </w:r>
    </w:p>
    <w:p w14:paraId="2BA7C51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 CoV2 Surveillance Western New Hampshire, Upper Valley</w:t>
      </w:r>
    </w:p>
    <w:p w14:paraId="5E4199C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5B5B35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29824)</w:t>
      </w:r>
    </w:p>
    <w:p w14:paraId="76AD41E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Sullivan,T.J.</w:t>
      </w:r>
    </w:p>
    <w:p w14:paraId="6FC72BF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6ED865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(30-NOV-2022) Department of Biomedical Data Science,</w:t>
      </w:r>
    </w:p>
    <w:p w14:paraId="214827C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Geisel School of Medicine, Dartmouth College, 1 Medical Center Dr.,</w:t>
      </w:r>
    </w:p>
    <w:p w14:paraId="6829D0A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Lebanon, NH 03766, USA</w:t>
      </w:r>
    </w:p>
    <w:p w14:paraId="2736AA0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929417.1"/>
      <w:bookmarkEnd w:id="2"/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726999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1EDE88F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A3999F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ED3721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929417.1"/>
      <w:bookmarkEnd w:id="3"/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0CCB76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1..29824</w:t>
      </w:r>
    </w:p>
    <w:p w14:paraId="08A46BD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6CA024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EC547B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15CF1A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/isolate="SARS-CoV-2/H.sapiens/USA/TB-90009187/2022"</w:t>
      </w:r>
    </w:p>
    <w:p w14:paraId="45AE5F2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/isolation_source="nasopharyngeal swab"</w:t>
      </w:r>
    </w:p>
    <w:p w14:paraId="4D85B88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/host="H.sapiens"</w:t>
      </w:r>
    </w:p>
    <w:p w14:paraId="1E041C6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C3938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5000A87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/collection_date="2022-01-02"</w:t>
      </w:r>
    </w:p>
    <w:p w14:paraId="444CD7E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"https://www.ncbi.nlm.nih.gov/nuccore/OP929417.1?from=235&amp;to=21521"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235..21521</w:t>
      </w:r>
    </w:p>
    <w:p w14:paraId="53042CA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32248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"https://www.ncbi.nlm.nih.gov/nuccore/OP929417.1?location=235:13434,13434:21521"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join(235..13434,13434..21521)</w:t>
      </w:r>
    </w:p>
    <w:p w14:paraId="38AF9C9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1829D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E0B2CF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CA1C7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DB1BA7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"https://www.ncbi.nlm.nih.gov/protein/2370572889"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WAA83106.1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4A855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3EB852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D60C5F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497A4E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89DAAF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3B40A3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CF9977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E34406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598055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11A49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3E2E68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2B1B39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64266D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C70238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510526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E3526A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817F51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A2122F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447CB8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58CE4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6EEE69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61021E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3F1F4A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443CB8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E4464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B69B14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0C3625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2A154A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38DCA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A762B5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226A852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B83C28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8CA6AD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871A42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AB260A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832B84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D3DB2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68A2CF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DEC17D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55B3C3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822E5B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DD3C3D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00C326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EF718A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8787F3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1B5AA6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1567B6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DC8ACF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69FEFC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0BE3E5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D699CE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7B4AD2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96347D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0C9114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CA88D6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945CCF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5D4CEB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00AF1C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EE990E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169615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2C8E60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02D920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F48F22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C7DF46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PSLATVAYFNMVYMPASWVMRIMTWLDMVDTSXXGFKLKDCVMYASAVVLLILMTART</w:t>
      </w:r>
    </w:p>
    <w:p w14:paraId="07158BB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609D371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VVFMCVEYCPIFFITGNTLQCIMLVYCFLGYFCTCYFGLFCLLNRYFRLTLGVYDYLV</w:t>
      </w:r>
    </w:p>
    <w:p w14:paraId="0A57E1E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STQEFRYMNSQGLLPPKNSIDAFKLNIKLLGVGGKPCIKVATVQSKMSDVKCTSVVLL</w:t>
      </w:r>
    </w:p>
    <w:p w14:paraId="6882EFC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0235855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5A49A24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55E3CD7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1F4F5F1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SKIVQLSEISMDNSPNLAWPLIVTALRANSAVKLQNNELSPVALRQMSCAAGTTQTAC</w:t>
      </w:r>
    </w:p>
    <w:p w14:paraId="4300136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74F44D2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GPKVKYLYFIKGLNNLNRGMVLGSLAATVRLQAGNATEVPANSTVLSFCAFAVDAAKA</w:t>
      </w:r>
    </w:p>
    <w:p w14:paraId="5B408DA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5686702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7E8A062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AQSFLNRVCGVSAARLTPCGTGTSTDVVYRAFDIYNDKVAGFAKFLKTNCCRFQEKDE</w:t>
      </w:r>
    </w:p>
    <w:p w14:paraId="101BBD0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DDNLIDSYFVVKRHTFSNYQHEETIYNLLKDCPAVAKHDFFKFRIDGDMVPHISRQRL</w:t>
      </w:r>
    </w:p>
    <w:p w14:paraId="133040F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TKYTMADLVYALRHFDEGNCDTLKEILVTYNCCDDDYFNKKDWYDFVENPDILRVYAN</w:t>
      </w:r>
    </w:p>
    <w:p w14:paraId="3D3901C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LGERVRQALLKTVQFCDAMRNAGIVGVLTLDNQDLNGNWYDFGDFIQTTPGSGVPVVD</w:t>
      </w:r>
    </w:p>
    <w:p w14:paraId="4F05CBB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SYYSLLMPILTLTRALTAESHVDTDLTKPYIKWDLLKYDFTEERLKLFDRYFKYWDQT</w:t>
      </w:r>
    </w:p>
    <w:p w14:paraId="2C64191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YHPNCVNCLDDRCILHCANFNVLFSTVFPLTSFGPLVRKIFVDGVPFVVSTGYHFREL</w:t>
      </w:r>
    </w:p>
    <w:p w14:paraId="1722A43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GVVHNQDVNLHSSRLSFKELLVYAADPAMHAASGNLLLDKRTTCFSVAALTNNVAFQT</w:t>
      </w:r>
    </w:p>
    <w:p w14:paraId="270312F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VKPGNFNKDFYDFAVSKGFFKEGSSVELKHFFFAQDGNAAISDYDYYRYNLPTMCDIR</w:t>
      </w:r>
    </w:p>
    <w:p w14:paraId="3BFC96E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QLLFVVEVVDKYFDCYDGGCINANQVIVNNLDKSAGFPFNKWGKARLYYDSMSYEDQD</w:t>
      </w:r>
    </w:p>
    <w:p w14:paraId="6435123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ALFAYTKRNVIPTITQMNLKYAISAKNRARTVAGVSICSTMTNRQFHQKLLKSIAATR</w:t>
      </w:r>
    </w:p>
    <w:p w14:paraId="63080DE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GATVVIGTSKFYGGWHNMLKTVYSDVENPHLMGWDYPKCDRAMPNMLRIMASLVLARK</w:t>
      </w:r>
    </w:p>
    <w:p w14:paraId="470A864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HTTCCSLSHRFYRLANECAQVLSEMVMCGGSLYVKPGGTSSGDATTAYANSVFNICQA</w:t>
      </w:r>
    </w:p>
    <w:p w14:paraId="79CD209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VTANVNALLSTDGNKIADKYVRNLQHRLYECLYRNRDVDTDFVNEFYAYLRKHFSMMI</w:t>
      </w:r>
    </w:p>
    <w:p w14:paraId="4D68047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LSDDAVVCFNSTYASQGLVASIKNFKSVLYYQNNVFMSEAKCWTETDLTKGPHEFCSQ</w:t>
      </w:r>
    </w:p>
    <w:p w14:paraId="2A7F36E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HTMLVKQGDDYVYLPYPDPSRILGAGCFVDDIVKTDGTLMIERFVSLAIDAYPLTKHP</w:t>
      </w:r>
    </w:p>
    <w:p w14:paraId="6D69D2D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NQEYADVFHLYLQYIRKLHDELTGHMLDMYSVMLTNDNTSRYWEPEFYEAMYTPHTVL</w:t>
      </w:r>
    </w:p>
    <w:p w14:paraId="0FCA98A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QAVGACVLCNSQTSLRCGACIRRPFLCCKCCYDHVISTSHKLVLSVNPYVCNAPGCDV</w:t>
      </w:r>
    </w:p>
    <w:p w14:paraId="6A4E7BE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TDVTQLYLGGMSYYCKSHKPPISFPLCANGQVFGLYKNTCVGSDNVTDFNAIATCDWT</w:t>
      </w:r>
    </w:p>
    <w:p w14:paraId="5FF4533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NAGDYILANTCTERLKLFAAETLKATEETFKLSYGIATVREVLSDRELHLSWEVGKPR</w:t>
      </w:r>
    </w:p>
    <w:p w14:paraId="3B28457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PPLNRNYVFTGYRVTKNSKVQIGEYTFEKGDYGDAVVYRGTTTYKLNVGDYFVLTSHT</w:t>
      </w:r>
    </w:p>
    <w:p w14:paraId="12FD7E5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VMPLSAPTLVPQEHYVRITGLYPTLNISDEFSSNVANYQKVGMQKYSTLQGPPGTGKS</w:t>
      </w:r>
    </w:p>
    <w:p w14:paraId="21E555A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HFAIGLALYYPSARIVYTACSHAAVDALCEKALKYLPIDKCSRIIPARARVECFDKFK</w:t>
      </w:r>
    </w:p>
    <w:p w14:paraId="7612E2E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VNSTLEQYVFCTVNALPETTADIVVFDEISMATNYDLSVVNARLRAKHYVYIGDPAQL</w:t>
      </w:r>
    </w:p>
    <w:p w14:paraId="4D974A2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PAPRTLLTKGTLEPEYFNSVCRLMKTIGPDMFLGTCRRCPAEIVDTVSALVYDNKLKA</w:t>
      </w:r>
    </w:p>
    <w:p w14:paraId="40038CD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HKDKSAQCFKMFYKGVITHDVSSAINRPQIGVVREFLTRNPAWRKAVFISPYNSQNAV</w:t>
      </w:r>
    </w:p>
    <w:p w14:paraId="633FA89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ASKILGLPTQTVDSSQGSEYDYVIFTQTTETAHSCNVNRFNVAITRAKVGILCIMSDR</w:t>
      </w:r>
    </w:p>
    <w:p w14:paraId="1C338C7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DLYDKLQFTSLEIPRRNVATLQAENVTGLFKDCSKVITGLHPTQAPTHLSVDTKFKTE</w:t>
      </w:r>
    </w:p>
    <w:p w14:paraId="009F678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GLCVDVPGIPKDMTYRRLISMMGFKMNYQVNGYPNMFITREEAIRHVRAWIGFDVEGC</w:t>
      </w:r>
    </w:p>
    <w:p w14:paraId="7E535A6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HATREAVGTNLPLQLGFSTGVNLVAVPTGYVDTPNNTDFSRVSAKPPPGDQFKHLIPL</w:t>
      </w:r>
    </w:p>
    <w:p w14:paraId="5EC0937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MYKGLPWNVVRIKIVQMLSDTLKNLSDRVVFVLWAHGFELTSMKYFVKIGPERTCCLC</w:t>
      </w:r>
    </w:p>
    <w:p w14:paraId="1CE5098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DRRATCFSTASDTYACWHHSIGFDYVYNPFMIDVQQWGFTGNLQSNHDLYCQVHGNAH</w:t>
      </w:r>
    </w:p>
    <w:p w14:paraId="19AB51B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VASCDAIMTRCLAVHECFVKRVDWTIEYPIIGDELKINAACRKVQHMVVKAALLADKF</w:t>
      </w:r>
    </w:p>
    <w:p w14:paraId="5C6AB2D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PVLHDIGNPKAIKCVPQADVEWKFYDAQPCSDKAYKIEELFYSYATHSDKFTDGVCLF</w:t>
      </w:r>
    </w:p>
    <w:p w14:paraId="045CE33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WNCNVDRYPANSIVCRFDTRVLSNLNLPGCDGGSLYVNKHAFHTPAFDKSAFVNLKQL</w:t>
      </w:r>
    </w:p>
    <w:p w14:paraId="7A8666E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PFFYYSDSPCESHGKQVVSDIDYVPLKSATCITRCNLGGAVCRHHANEYRLYLDAYNM</w:t>
      </w:r>
    </w:p>
    <w:p w14:paraId="1126EAF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MISAGFSLWVYKQFDTYNLWNTFTRLQSLENVAFNVVNKGHFDGQQGEVPVSIINNTV</w:t>
      </w:r>
    </w:p>
    <w:p w14:paraId="1D11A69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YTKVDGVDVELFENKTTLPVNVAFELWAKRNIKPVPEVKILNNLGVDIAANTVIWDYK</w:t>
      </w:r>
    </w:p>
    <w:p w14:paraId="49305E3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RDAPAHISTIGVCSMTDIAKKPTETICAPLTVFFDGRVDGQVDLFRNARNGVLITEGS</w:t>
      </w:r>
    </w:p>
    <w:p w14:paraId="5F9B7E1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VKGLQPSVGPKQASLNGVTLIGEAVKTQFNYYKKVDGVVQQLPETYFTQSRNLQEFKP</w:t>
      </w:r>
    </w:p>
    <w:p w14:paraId="6B41C3F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RSQMEIDFLELAMDEFIERYKLEGYAFEHIVYGDFSHSQLGGLHLLIGLAKRFKESPF</w:t>
      </w:r>
    </w:p>
    <w:p w14:paraId="550906F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ELEDFIPMDSTVKNYFITDAQTGSSKCVCSVIDLLLDDFVEIIKSQDLSVVSKVVKVT</w:t>
      </w:r>
    </w:p>
    <w:p w14:paraId="565C4EC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IDYTEISFMLWCKDGHVETFYPKLQSSQAWQPGVAMPNLYKMQRMLLEKCDLQNYGDS</w:t>
      </w:r>
    </w:p>
    <w:p w14:paraId="2E45F79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ATLPKGIMMNVAKYTQLCQYLNTLTLAVPYNMRVIHFGAGSDKGVAPGTAVLRQWLPT</w:t>
      </w:r>
    </w:p>
    <w:p w14:paraId="4D39100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GTLLVDSDLNDFVSDADSTLIGDCATVHTANKWDLIISDMYDPKTKNVTKENDSKEGF</w:t>
      </w:r>
    </w:p>
    <w:p w14:paraId="2129067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FTYICGFIQQKLALGGSVAIKITEHSWNADLYKLMGHFAWWTAFVTNVNASSSEAFLI</w:t>
      </w:r>
    </w:p>
    <w:p w14:paraId="3DEA750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GCNYLGKPREQIDGYVMHANYIFWRNTNPIQLSSYSLFDMSKFPLKLRGTAVMSLKEG</w:t>
      </w:r>
    </w:p>
    <w:p w14:paraId="669846F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QINDMILSLLSKGRLIIRENNRVVISSDVLVNN"</w:t>
      </w:r>
    </w:p>
    <w:p w14:paraId="7AE6444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"https://www.ncbi.nlm.nih.gov/protein/WAA83106.1?from=1&amp;to=180"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6ED5F82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E28B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B8CDD0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"https://www.ncbi.nlm.nih.gov/protein/WAA83106.1?from=181&amp;to=818"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7607581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CC27D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D20BB0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"https://www.ncbi.nlm.nih.gov/protein/WAA83106.1?from=819&amp;to=2762"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2BB381D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88D27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BFF3CB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"https://www.ncbi.nlm.nih.gov/protein/WAA83106.1?from=2763&amp;to=3262"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49C9A46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B5E94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8C3100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"https://www.ncbi.nlm.nih.gov/protein/WAA83106.1?from=3263&amp;to=3568"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6E4B929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43C35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6A9864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"https://www.ncbi.nlm.nih.gov/protein/WAA83106.1?from=3569&amp;to=3858"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10939..11808</w:t>
      </w:r>
    </w:p>
    <w:p w14:paraId="0091D31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5C367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DA2E2B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"https://www.ncbi.nlm.nih.gov/protein/WAA83106.1?from=3859&amp;to=3941"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1CDFE67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9A0DD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51104E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"https://www.ncbi.nlm.nih.gov/protein/WAA83106.1?from=3942&amp;to=4139"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68F62D6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3851D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6A93A6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"https://www.ncbi.nlm.nih.gov/protein/WAA83106.1?from=4140&amp;to=4252"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3532D80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95CD5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FF2A1A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"https://www.ncbi.nlm.nih.gov/protein/WAA83106.1?from=4253&amp;to=4391"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7A3035A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86DAB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E80E44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"https://www.ncbi.nlm.nih.gov/protein/WAA83106.1?from=4392&amp;to=5323"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join(13408..13434,13434..16202)</w:t>
      </w:r>
    </w:p>
    <w:p w14:paraId="51C1B30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FD374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/product="RNA-dependent RNA polymerase"</w:t>
      </w:r>
    </w:p>
    <w:p w14:paraId="233F948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"https://www.ncbi.nlm.nih.gov/protein/WAA83106.1?from=5324&amp;to=5924"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16203..18005</w:t>
      </w:r>
    </w:p>
    <w:p w14:paraId="5932268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FC21C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AA9370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"https://www.ncbi.nlm.nih.gov/protein/WAA83106.1?from=5925&amp;to=6451"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18006..19586</w:t>
      </w:r>
    </w:p>
    <w:p w14:paraId="38B19A2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73BF5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380E33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"https://www.ncbi.nlm.nih.gov/protein/WAA83106.1?from=6452&amp;to=6797"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19587..20624</w:t>
      </w:r>
    </w:p>
    <w:p w14:paraId="4298C68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559A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A4D140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"https://www.ncbi.nlm.nih.gov/protein/WAA83106.1?from=6798&amp;to=7095"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20625..21518</w:t>
      </w:r>
    </w:p>
    <w:p w14:paraId="3A05A7B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FFA4D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B62CC8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"https://www.ncbi.nlm.nih.gov/nuccore/OP929417.1?from=235&amp;to=13449"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235..13449</w:t>
      </w:r>
    </w:p>
    <w:p w14:paraId="584C3DE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EF232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255CE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869BE9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"https://www.ncbi.nlm.nih.gov/protein/2370572890"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WAA83107.1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C19B4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D6F709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73E998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795DAD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AF9466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80F485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D56365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F6FD5F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070324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45CDF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FFC815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4F98D1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4A6799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19314E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294EE1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67E562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7BBC45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96779C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1B8523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735D56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749963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D14406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F77E6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DB8AD6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0E1118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156B0C7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6CAEF1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24299A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00E394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CB8DBF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ADB9E4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652C69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099FB7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E51692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43B3A2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F33E81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55B1A4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30C463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8EFD60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3F276A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7BFA42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E09A68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345E5D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B8EC19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EA6AEC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B8CD79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537DC5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B0D456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72B8E8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D07A74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9A9780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56F977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511822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BBBADB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A036C1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05693E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47423A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688ED1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DFBD43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108DB1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BC988B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D8E0D3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D9E279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761843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PSLATVAYFNMVYMPASWVMRIMTWLDMVDTSXXGFKLKDCVMYASAVVLLILMTART</w:t>
      </w:r>
    </w:p>
    <w:p w14:paraId="7319892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35AF2A9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VVFMCVEYCPIFFITGNTLQCIMLVYCFLGYFCTCYFGLFCLLNRYFRLTLGVYDYLV</w:t>
      </w:r>
    </w:p>
    <w:p w14:paraId="1C015D6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STQEFRYMNSQGLLPPKNSIDAFKLNIKLLGVGGKPCIKVATVQSKMSDVKCTSVVLL</w:t>
      </w:r>
    </w:p>
    <w:p w14:paraId="7B686ED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7070F9B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3928793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60BFBC9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36B3369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SKIVQLSEISMDNSPNLAWPLIVTALRANSAVKLQNNELSPVALRQMSCAAGTTQTAC</w:t>
      </w:r>
    </w:p>
    <w:p w14:paraId="14410B4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1E59876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GPKVKYLYFIKGLNNLNRGMVLGSLAATVRLQAGNATEVPANSTVLSFCAFAVDAAKA</w:t>
      </w:r>
    </w:p>
    <w:p w14:paraId="6BABEBC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3D822DE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4628D31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AQSFLNGFAV"</w:t>
      </w:r>
    </w:p>
    <w:p w14:paraId="2737B63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"https://www.ncbi.nlm.nih.gov/protein/WAA83107.1?from=1&amp;to=180"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1F56E63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CA1A8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B688B6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"https://www.ncbi.nlm.nih.gov/protein/WAA83107.1?from=181&amp;to=818"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54B7D60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9A1FC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2C13A2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"https://www.ncbi.nlm.nih.gov/protein/WAA83107.1?from=819&amp;to=2762"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59E1D55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C27A9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AE6DD9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"https://www.ncbi.nlm.nih.gov/protein/WAA83107.1?from=2763&amp;to=3262"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55CF835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EE246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EF84D8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"https://www.ncbi.nlm.nih.gov/protein/WAA83107.1?from=3263&amp;to=3568"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66C3FFE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3D070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844582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"https://www.ncbi.nlm.nih.gov/protein/WAA83107.1?from=3569&amp;to=3858"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10939..11808</w:t>
      </w:r>
    </w:p>
    <w:p w14:paraId="60F6FFF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C5EC0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9FDF30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"https://www.ncbi.nlm.nih.gov/protein/WAA83107.1?from=3859&amp;to=3941"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11809..12057</w:t>
      </w:r>
    </w:p>
    <w:p w14:paraId="6E61763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00DC9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81A96B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"https://www.ncbi.nlm.nih.gov/protein/WAA83107.1?from=3942&amp;to=4139"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12058..12651</w:t>
      </w:r>
    </w:p>
    <w:p w14:paraId="6F13F35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6B582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0219A4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"https://www.ncbi.nlm.nih.gov/protein/WAA83107.1?from=4140&amp;to=4252"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12652..12990</w:t>
      </w:r>
    </w:p>
    <w:p w14:paraId="74283BA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4854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4F9BCF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"https://www.ncbi.nlm.nih.gov/protein/WAA83107.1?from=4253&amp;to=4391"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12991..13407</w:t>
      </w:r>
    </w:p>
    <w:p w14:paraId="5BD28D0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79C5E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5A8E4E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"https://www.ncbi.nlm.nih.gov/protein/WAA83107.1?from=4392&amp;to=4404"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13408..13446</w:t>
      </w:r>
    </w:p>
    <w:p w14:paraId="4B62A3D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2358B1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B24B19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"https://www.ncbi.nlm.nih.gov/nuccore/OP929417.1?from=13442&amp;to=13469"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13442..13469</w:t>
      </w:r>
    </w:p>
    <w:p w14:paraId="49BEB4D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2C900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C9DE99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116C3D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"https://www.ncbi.nlm.nih.gov/nuccore/OP929417.1?from=13454&amp;to=13508"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13454..13508</w:t>
      </w:r>
    </w:p>
    <w:p w14:paraId="21639FE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F9BBA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8A1D17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2EE62A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"https://www.ncbi.nlm.nih.gov/nuccore/OP929417.1?from=21529&amp;to=25347"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21529..25347</w:t>
      </w:r>
    </w:p>
    <w:p w14:paraId="1E4A998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EEF834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"https://www.ncbi.nlm.nih.gov/nuccore/OP929417.1?from=21529&amp;to=25347"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21529..25347</w:t>
      </w:r>
    </w:p>
    <w:p w14:paraId="358B914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515F3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BF3FB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5FCFF5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"https://www.ncbi.nlm.nih.gov/protein/2370572891"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WAA83108.1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DB8F1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30DDFF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SSVLHSTQDLFLPFFSNVTWFHVIHVSGTNGTKRFDNPVLPFNDGVYFASIEKSNIIR</w:t>
      </w:r>
    </w:p>
    <w:p w14:paraId="3656DD4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GWIFGTTLDSKTQSLLIVNNATNVVIKVCEFQFCNDPFLDHKNNKSWMESEFRVYSSA</w:t>
      </w:r>
    </w:p>
    <w:p w14:paraId="3D74BE7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NNCTFEYVSQPFLMDLEGKQGNFKNLREFVFKNIDGYFKIYSKHTPIIVREPEDLPQG</w:t>
      </w:r>
    </w:p>
    <w:p w14:paraId="42BCDAB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FSALEPLVDLPIGINITRFQTLLALHRSYLTPGDSSSGWTAGAAAYYVGYLQPRTFLL</w:t>
      </w:r>
    </w:p>
    <w:p w14:paraId="621F6A6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KYNENGTITDAVDCALDPLSETKCTLKSFTVEKGIYQTSNFRVQPTESIVRFPNITNL</w:t>
      </w:r>
    </w:p>
    <w:p w14:paraId="6A410B8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CPFDEVFNATRFASVYAWNRKRISNCVADYSVLYNLAPFFTFKCYGVSPTKLNDLCFT</w:t>
      </w:r>
    </w:p>
    <w:p w14:paraId="5C639F9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NVYADSFVIRGDEVRQIAPGQTGNIADYNYKLPDDFTGCVIAWNSNKLDSKVSGNYNY</w:t>
      </w:r>
    </w:p>
    <w:p w14:paraId="74EE5F7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LYRLFRKSNLKPFERDISTEIYQAGNKPCNGVAGFNCYFPLRSYSFRPTYGVGHQPYR</w:t>
      </w:r>
    </w:p>
    <w:p w14:paraId="77D20D0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VVVLSFELLHAPATVCGPKKSTNLVKNKCVNFNFNGLKGTGVLTESNKKFLPFQQFGR</w:t>
      </w:r>
    </w:p>
    <w:p w14:paraId="5049F46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DIADTTDAVRDPQTLEILDITPCSFGGVSVITPGTNTSNQVAVLYQGVNCTEVPVAIH</w:t>
      </w:r>
    </w:p>
    <w:p w14:paraId="4031AB7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ADQLTPTWRVYSTGSNVFQTRAGCLIGAEYVNNSYECDIPIGAGICASYQTQTKSHRR</w:t>
      </w:r>
    </w:p>
    <w:p w14:paraId="4C8C003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ARSVASQSIIAYTMSLGAENSVAYSNNSIAIPTNFTISVTTEILPVSMTKTSVDCTMY</w:t>
      </w:r>
    </w:p>
    <w:p w14:paraId="31F063B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ICGDSTECSNLLLQYGSFCTQLKRALTGIAVEQDKNTQEVFAQVKQIYKTPPIKYFGG</w:t>
      </w:r>
    </w:p>
    <w:p w14:paraId="6E2D5BD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FNFSQILPDPSKPSKRSFIEDLLFNKVTLADAGFIKQYGDCLGDIAARDLICAQKFKG</w:t>
      </w:r>
    </w:p>
    <w:p w14:paraId="5D29E99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LTVLPPLLTDEMIAQYTSALLAGTITSGWTFGAGAALQIPFAMQMAYRFNGIGVTQNV</w:t>
      </w:r>
    </w:p>
    <w:p w14:paraId="2BF39B5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LYENQKLIANQFNSAIGKIQDSLSSTASALGKLQDVVNHNAQALNTLVKQLSSKFGAI</w:t>
      </w:r>
    </w:p>
    <w:p w14:paraId="3B9AABF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SSVLNDIFSRLDKVEAEVQIDRLITGRLQSLQTYVTQQLIRAAEIRASANLAATKMSE</w:t>
      </w:r>
    </w:p>
    <w:p w14:paraId="37C3593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CVLGQSKRVDFCGKGYHLMSFPQSAPHGVVFLHVTYVPAQEKNFTTAPAICHDGKAHF</w:t>
      </w:r>
    </w:p>
    <w:p w14:paraId="5C42D8A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PREGVFVSNGTHWFVTQRNFYEPQIITTDNTFVSGNCDVVIGIVNNTVYDPLQPELDS</w:t>
      </w:r>
    </w:p>
    <w:p w14:paraId="0B7DEBD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FKEELDKYFKNHTSPDVDLGDISGINASVVNIQKEIDRLNEVAKNLNESLIDLQELGK</w:t>
      </w:r>
    </w:p>
    <w:p w14:paraId="78CE406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YEQYIKWPWYIWLGFIAGLIAIVMVTIMLCCMTSCCSCLKGCCSCGSCCKFDEDDSEP</w:t>
      </w:r>
    </w:p>
    <w:p w14:paraId="1B8A3F7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VLKGVKLHYT"</w:t>
      </w:r>
    </w:p>
    <w:p w14:paraId="21B2403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"https://www.ncbi.nlm.nih.gov/nuccore/OP929417.1?from=25356&amp;to=26183"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25356..26183</w:t>
      </w:r>
    </w:p>
    <w:p w14:paraId="4E55E1A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FBED0E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"https://www.ncbi.nlm.nih.gov/nuccore/OP929417.1?from=25356&amp;to=26183"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25356..26183</w:t>
      </w:r>
    </w:p>
    <w:p w14:paraId="66613D2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B74F2F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98CA3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09352F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"https://www.ncbi.nlm.nih.gov/protein/2370572892"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WAA83109.1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E2882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38EF3E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E2F985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2F34C7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ACA5B5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01FAD3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"https://www.ncbi.nlm.nih.gov/nuccore/OP929417.1?from=26208&amp;to=26435"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26208..26435</w:t>
      </w:r>
    </w:p>
    <w:p w14:paraId="5A45EEA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7E243C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"https://www.ncbi.nlm.nih.gov/nuccore/OP929417.1?from=26208&amp;to=26435"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26208..26435</w:t>
      </w:r>
    </w:p>
    <w:p w14:paraId="4E501FB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2DD55D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33194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35EBD7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"https://www.ncbi.nlm.nih.gov/protein/2370572893"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WAA83110.1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969EC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155DC0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5E7116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"https://www.ncbi.nlm.nih.gov/nuccore/OP929417.1?from=26486&amp;to=27154"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26486..27154</w:t>
      </w:r>
    </w:p>
    <w:p w14:paraId="4C933E8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7D1F3D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"https://www.ncbi.nlm.nih.gov/nuccore/OP929417.1?from=26486&amp;to=27154"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26486..27154</w:t>
      </w:r>
    </w:p>
    <w:p w14:paraId="5C85620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40F040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1A7E0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66275B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"https://www.ncbi.nlm.nih.gov/protein/2370572894"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WAA83111.1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4AC1C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0F8B00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F85FA5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1E2013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654C55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D235CD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"https://www.ncbi.nlm.nih.gov/nuccore/OP929417.1?from=27165&amp;to=27350"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27165..27350</w:t>
      </w:r>
    </w:p>
    <w:p w14:paraId="00AD93D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E0CD8E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"https://www.ncbi.nlm.nih.gov/nuccore/OP929417.1?from=27165&amp;to=27350"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27165..27350</w:t>
      </w:r>
    </w:p>
    <w:p w14:paraId="6DE9C1D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BBDB1E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5FB37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D753C1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"https://www.ncbi.nlm.nih.gov/protein/2370572895"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WAA83112.1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901AD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462C96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CD554B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"https://www.ncbi.nlm.nih.gov/nuccore/OP929417.1?from=27357&amp;to=27722"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27357..27722</w:t>
      </w:r>
    </w:p>
    <w:p w14:paraId="7F1F408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CFB4B4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"https://www.ncbi.nlm.nih.gov/nuccore/OP929417.1?from=27357&amp;to=27722"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27357..27722</w:t>
      </w:r>
    </w:p>
    <w:p w14:paraId="7F84446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040FA4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CDA3E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71573F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"https://www.ncbi.nlm.nih.gov/protein/2370572896"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WAA83113.1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0D9FA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EB3490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F05463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863A07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"https://www.ncbi.nlm.nih.gov/nuccore/OP929417.1?from=27719&amp;to=27850"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27719..27850</w:t>
      </w:r>
    </w:p>
    <w:p w14:paraId="3110ECE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15DE9D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"https://www.ncbi.nlm.nih.gov/nuccore/OP929417.1?from=27719&amp;to=27850"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27719..27850</w:t>
      </w:r>
    </w:p>
    <w:p w14:paraId="3AE070E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578C8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B61B1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13AF0B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"https://www.ncbi.nlm.nih.gov/protein/2370572897"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WAA83114.1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326E5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2BF8D6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"https://www.ncbi.nlm.nih.gov/nuccore/OP929417.1?from=27857&amp;to=28222"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27857..28222</w:t>
      </w:r>
    </w:p>
    <w:p w14:paraId="49A01F5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EDF9A5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"https://www.ncbi.nlm.nih.gov/nuccore/OP929417.1?from=27857&amp;to=28222"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27857..28222</w:t>
      </w:r>
    </w:p>
    <w:p w14:paraId="03318D0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EFBCB3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B0B58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2301E9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"https://www.ncbi.nlm.nih.gov/protein/2370572898"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WAA83115.1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130D1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4EA94C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659A91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8B9F18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"https://www.ncbi.nlm.nih.gov/nuccore/OP929417.1?from=28237&amp;to=29496"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28237..29496</w:t>
      </w:r>
    </w:p>
    <w:p w14:paraId="107313F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9D1E1C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"https://www.ncbi.nlm.nih.gov/nuccore/OP929417.1?from=28237&amp;to=29496"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28237..29496</w:t>
      </w:r>
    </w:p>
    <w:p w14:paraId="73CFF44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BDAFED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70519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EF781A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"https://www.ncbi.nlm.nih.gov/protein/2370572899"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WAA83116.1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367FB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/translation="MSDNGPQNQRNALRITFGGPSDSTGSNQNGXXXGARSKQRRPQG</w:t>
      </w:r>
    </w:p>
    <w:p w14:paraId="2DCEA6B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6BDD768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2A198CB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3137F04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4A094BD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1AFBA4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2D8AAFC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3C85572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"https://www.ncbi.nlm.nih.gov/nuccore/OP929417.1?from=29521&amp;to=29637"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29521..29637</w:t>
      </w:r>
    </w:p>
    <w:p w14:paraId="626D5D6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18A59B1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"https://www.ncbi.nlm.nih.gov/nuccore/OP929417.1?from=29521&amp;to=29637"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29521..29637</w:t>
      </w:r>
    </w:p>
    <w:p w14:paraId="243B138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67E90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64392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9F0F45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"https://www.ncbi.nlm.nih.gov/protein/2370572900"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WAA83117.1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DB8F5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116EA9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"https://www.ncbi.nlm.nih.gov/nuccore/OP929417.1?from=29572&amp;to=29607"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29572..29607</w:t>
      </w:r>
    </w:p>
    <w:p w14:paraId="5732E24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205AF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24EC25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"https://www.ncbi.nlm.nih.gov/nuccore/OP929417.1?from=29592&amp;to=29620"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29592..29620</w:t>
      </w:r>
    </w:p>
    <w:p w14:paraId="12838E0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EC826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B5282E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"https://www.ncbi.nlm.nih.gov/nuccore/OP929417.1?from=29691&amp;to=29731" </w:instrTex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90F0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29691..29731</w:t>
      </w:r>
    </w:p>
    <w:p w14:paraId="4775A71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79749B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1F4963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929417.1"/>
      <w:bookmarkEnd w:id="4"/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2F33FC3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7860DA2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369EA94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7FD17DE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22D7269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32EF25A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1B851CA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5CA87B4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468EE38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72BBB8D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ggccatagtt acggcgccga tctaaagtca</w:t>
      </w:r>
    </w:p>
    <w:p w14:paraId="26AEE12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1E0169D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3747406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437F096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gaccttctag cacgtgctgg taaagcttca tgcactttgt ccgaacaact ggactttatt</w:t>
      </w:r>
    </w:p>
    <w:p w14:paraId="7B97DD7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gacactaaga ggggtgtata ctgctgccgt gaacatgagc atgaaattgc ttggtacacg</w:t>
      </w:r>
    </w:p>
    <w:p w14:paraId="0C195CB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gaacgttctg aaaagagcta tgaattgcag acaccttttg aaattaaatt ggcaaagaaa</w:t>
      </w:r>
    </w:p>
    <w:p w14:paraId="440734B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637D646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5C82D30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21E5E80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0C02B7B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5F4E042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4F011F0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790F725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60A2023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423BE20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tccgaaggtc ttaatgacaa ccttcttgaa atactccaaa aagagaaagt caacatcaat</w:t>
      </w:r>
    </w:p>
    <w:p w14:paraId="0E5A1B0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31CBAD2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6DBE107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2F8BD0D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21D7E04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71C426F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0D1882E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00631E1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7586B62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4C06761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tcaacctgtg cttgtgaaat tgtcggtgga</w:t>
      </w:r>
    </w:p>
    <w:p w14:paraId="2EED580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caaattgtca cctgtgcaaa ggaaattaag gagagtgttc agacattctt taagcttgta</w:t>
      </w:r>
    </w:p>
    <w:p w14:paraId="6257C2B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aataaatttt tggctttgtg tgctgactct atcattattg gtggagctaa acttaaagcc</w:t>
      </w:r>
    </w:p>
    <w:p w14:paraId="5BD4BD3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ttgaatttag gtgaaacatt tgtcacgcac tcaaagggat tgtacagaaa gtgtgttaaa</w:t>
      </w:r>
    </w:p>
    <w:p w14:paraId="0B6BDAA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tccagagaag aaactggcct actcatgcct ctaaaagccc caaaagaaat tatcttctta</w:t>
      </w:r>
    </w:p>
    <w:p w14:paraId="43B0BD5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gagggagaaa cacttcccac agaagtgtta acagaggaag ttgtcttgaa aactggtgat</w:t>
      </w:r>
    </w:p>
    <w:p w14:paraId="6E5CB00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74DA25A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gtttgtatta acgggcttat gttgctcgaa atcaaagaca cagaaaagta ctgtgccctt</w:t>
      </w:r>
    </w:p>
    <w:p w14:paraId="6FE3768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gcacctaata tgatggtaac aaacaatacc ttcacactca aaggcggtgc accaacaaag</w:t>
      </w:r>
    </w:p>
    <w:p w14:paraId="0446BA1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gaatatcact</w:t>
      </w:r>
    </w:p>
    <w:p w14:paraId="285DBBE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ggtgctctgc ctatacagtt</w:t>
      </w:r>
    </w:p>
    <w:p w14:paraId="2EFD711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4BE77A3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0A4825B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0CDB848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5C77AE2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7660946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722976B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aactactatt</w:t>
      </w:r>
    </w:p>
    <w:p w14:paraId="3BBC929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4C51712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6B6F5A2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gcagacattg tggaagaagc taaaaaggta aaaccaacag tggttgttaa tgcagccaat</w:t>
      </w:r>
    </w:p>
    <w:p w14:paraId="29E3959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gtttacctta aacatggagg aggtgttgca ggagccttaa ataaggctac taacaatgcc</w:t>
      </w:r>
    </w:p>
    <w:p w14:paraId="1AEDA31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atgcaagttg aatctgatga ttacatagct actaatggac cacttaaagt gggtggtagt</w:t>
      </w:r>
    </w:p>
    <w:p w14:paraId="29963A7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034CC46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3317D54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345EA6B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2E2DBC3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2B9AD47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6DD49E9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10D4A86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494E1F7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gacattgaca tcactttctt aaagaaagat</w:t>
      </w:r>
    </w:p>
    <w:p w14:paraId="5519BEB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gctccatata tagtgggtga tgttgttcaa gagggtgttt taactgctgt ggttatacct</w:t>
      </w:r>
    </w:p>
    <w:p w14:paraId="57B766C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actaaaaagg ctggtggcac tactgaaatg ctagcgaaag ctttgagaaa agtgccaaca</w:t>
      </w:r>
    </w:p>
    <w:p w14:paraId="31EF8FE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taaccactta cccgggtcag ggtttaaatg gttacactgt agaggaggca</w:t>
      </w:r>
    </w:p>
    <w:p w14:paraId="4E706B0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aagacagtgc ttaaaaagtg taaaagtgcc ttttacattc taccatctat tatctctaat</w:t>
      </w:r>
    </w:p>
    <w:p w14:paraId="49C7E5A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14C140C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54DE223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68D2E28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7D4A4E3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26A815D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1959811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19BA0F7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11F1413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6F5EEEA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27F5A40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agagaagtga ggactattaa ggtgtttaca acagtagaca acattaacct ccacacgcaa</w:t>
      </w:r>
    </w:p>
    <w:p w14:paraId="15A27F0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15F00B4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34ECA30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aatgatgaca ctctacgtgt tgaggctttt gagtactacc acacaactga tcctagtttt</w:t>
      </w:r>
    </w:p>
    <w:p w14:paraId="75379C1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ctgggtaggt acatgtcagc attaaatcac actaaaaagt ggaaataccc acaagttaat</w:t>
      </w:r>
    </w:p>
    <w:p w14:paraId="716BCF9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50076E0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4814055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aagcggctaa cttttgtgca cttatcttag cctactgtaa taagacagta</w:t>
      </w:r>
    </w:p>
    <w:p w14:paraId="431DA07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62A0CD9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cgttgtgtgt aaaacttgtg gacaacagca gacaaccctt</w:t>
      </w:r>
    </w:p>
    <w:p w14:paraId="4DFCF39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7C192BA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6CADDE3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6533F28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14EBDE3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37B8AE2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42FE2DF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aaattggatg gtgttgtttg tacagaaatt gaccctaagt tggacaatta ttataagaaa</w:t>
      </w:r>
    </w:p>
    <w:p w14:paraId="2C372D9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gacaattctt atttcacaga gcaaccaatt gatcttgtac caaaccaacc atatccaaac</w:t>
      </w:r>
    </w:p>
    <w:p w14:paraId="5BDD865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gcaagcttcg ataattttaa gtttgtatgt gataatatca aatttgctga tgatttaaac</w:t>
      </w:r>
    </w:p>
    <w:p w14:paraId="5C76F10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5A0948F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3141517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31DF60B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618DB9B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151BC4D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655BD1A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0E88156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ataaaaatta cagaagaggt tggccacaca gatctaatgg ctgcttatgt agacaattct</w:t>
      </w:r>
    </w:p>
    <w:p w14:paraId="15A98FF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agtcttacta ttaagaaacc taatgaatta tctagagtat taggtttgaa aacccttgct</w:t>
      </w:r>
    </w:p>
    <w:p w14:paraId="2504F37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actcatggtt tagctgctgt taatagtgtc ccttgggata ctatagctaa ttatgctaag</w:t>
      </w:r>
    </w:p>
    <w:p w14:paraId="49FDC67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ccttttctta acaaagttgt tagtacaact actaacatag ttacacggtg tttaaaccgt</w:t>
      </w:r>
    </w:p>
    <w:p w14:paraId="27B2DA8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gtttgtacta attatatgcc ttatttcttt actttattgc tacaattgtg tacttttact</w:t>
      </w:r>
    </w:p>
    <w:p w14:paraId="13775CF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agaagtacaa attctagaat taaagcatct atgccgacta ctatagcaaa gaatactgtt</w:t>
      </w:r>
    </w:p>
    <w:p w14:paraId="65355DD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aagagtgtcg gtaaattttg tctagaggct tcatttaatt atttgaagtc acctaatttt</w:t>
      </w:r>
    </w:p>
    <w:p w14:paraId="4B5E0E9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tctaaactga taaatattat aatttggttt ttactattaa gtgtttgcct aggttcttta</w:t>
      </w:r>
    </w:p>
    <w:p w14:paraId="7261CE7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atctactcaa ccgctgcttt aggtgtttta atgtctaatt taggcatgcc ttcttactgt</w:t>
      </w:r>
    </w:p>
    <w:p w14:paraId="2D3B1D8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actggttaca gagaaggcta tttgaactct actaatgtca ctattgcaac ctactgtact</w:t>
      </w:r>
    </w:p>
    <w:p w14:paraId="4FE96E2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ggttctatac cttgtagtgt ttgtcttagt ggtttagatt ctttagacac ctatccttct</w:t>
      </w:r>
    </w:p>
    <w:p w14:paraId="4934D13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ttagaaacta tacaaattac catttcatct tttaaatggg atttaactgc ttttggctta</w:t>
      </w:r>
    </w:p>
    <w:p w14:paraId="0A4C455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gttgcagagt ggtttttggc atatattctt ttcactaggt ttttctatgt acttggattg</w:t>
      </w:r>
    </w:p>
    <w:p w14:paraId="2B0DD4B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gctgcaatca tgcaattgtt tttcagctat tttgcagtac attttattag taattcttgg</w:t>
      </w:r>
    </w:p>
    <w:p w14:paraId="4CA5E80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cttatgtggt taataattaa tcttgtacaa atggccccga tttcagctat ggttagaatg</w:t>
      </w:r>
    </w:p>
    <w:p w14:paraId="13C2A72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tacatcttct ttgcatcatt ttattatgta tggaaaagtt atgtgcatgt tgtagacggt</w:t>
      </w:r>
    </w:p>
    <w:p w14:paraId="2D92C0B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tgtaattcat caacttgtat gatgtgttac aaacgtaata gagcaacaag agtcgaatgt</w:t>
      </w:r>
    </w:p>
    <w:p w14:paraId="71F7B52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acaactattg ttaatggtgt tagaaggtcc ttttatgtct atgctaatgg aggtaaaggc</w:t>
      </w:r>
    </w:p>
    <w:p w14:paraId="46EE358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ttttgcaaac tacacaattg gaattgtgtt aattgtgata cattctgtgc tggtagtaca</w:t>
      </w:r>
    </w:p>
    <w:p w14:paraId="3B8815B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tttattagtg atgaagttgc gagagacttg tcactacagt ttaaaagacc aataaatcct</w:t>
      </w:r>
    </w:p>
    <w:p w14:paraId="6EB6FF7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actgaccagt cttcttacat cgttgatagt gttacagtga agaatggttc catccatctt</w:t>
      </w:r>
    </w:p>
    <w:p w14:paraId="7D73C2E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tactttgata aagctggtca aaagacttat gaaagacatt ctctctctca ttttgttaac</w:t>
      </w:r>
    </w:p>
    <w:p w14:paraId="5D094B8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ttagacaacc tgagagctaa taacactaaa ggttcattgc ctattaatgt tatagttttt</w:t>
      </w:r>
    </w:p>
    <w:p w14:paraId="48A3164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gatggtaaat caaaatgtga agaatcatct gcaaaatcag cgtctgttta ctacagtcag</w:t>
      </w:r>
    </w:p>
    <w:p w14:paraId="339B011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cttatgtgtc aacctatact gttactagat caggcattag tgtctgatgt tggtgatagt</w:t>
      </w:r>
    </w:p>
    <w:p w14:paraId="5C85413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gcggaagttg cagttaaaat gtttgatgct tacgttaata cgttttcatc aacttttaac</w:t>
      </w:r>
    </w:p>
    <w:p w14:paraId="7F22E85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gtaccaatgg aaaaactcaa aacactagtt gcaactgcag aagctgaact tgcaaagaat</w:t>
      </w:r>
    </w:p>
    <w:p w14:paraId="79382EE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gtgtccttag acaatgtctt atctactttt atttcagcag ctcggcaagg gtttgttgat</w:t>
      </w:r>
    </w:p>
    <w:p w14:paraId="7B6BC03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tcagatgtag aaactaaaga tgttgttgaa tgtcttaaat tgtcacatca atctgacata</w:t>
      </w:r>
    </w:p>
    <w:p w14:paraId="6FB9BA4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gaagttactg gcgatagttg taataactat atgctcacct ataacaaagt tgaaaacatg</w:t>
      </w:r>
    </w:p>
    <w:p w14:paraId="432CD7F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acaccccgtg accttggtgc ttgtattgac tgtagtgcgc gtcatattaa tgcgcaggta</w:t>
      </w:r>
    </w:p>
    <w:p w14:paraId="2A66F1C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gcaaaaagtc acaacattac tttgatatgg aacgttaaag atttcatgtc attgtctgaa</w:t>
      </w:r>
    </w:p>
    <w:p w14:paraId="4A565C9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caactacgaa aacaaatacg tagtgctgct aaaaagaata acttaccttt taagttgaca</w:t>
      </w:r>
    </w:p>
    <w:p w14:paraId="6E2A41D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tgtgcaacta ctagacaagt tgttaatgtt gtaacaacaa agatagcact taagggtggt</w:t>
      </w:r>
    </w:p>
    <w:p w14:paraId="662D28D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aaaattgtta ataattggtt gaagcagtta attaaagtta cacttgtgtt cctttttgtt</w:t>
      </w:r>
    </w:p>
    <w:p w14:paraId="6D85195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gctgctattt tctatttaat aacacctgtt catgtcatgt ctaaacatac tgacttttca</w:t>
      </w:r>
    </w:p>
    <w:p w14:paraId="26294EB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agtgaaatca taggatacaa ggctattgat ggtggtgtca ctcgtgacat agcatctaca</w:t>
      </w:r>
    </w:p>
    <w:p w14:paraId="19BE442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gatacttgtt ttgctaacaa acatgctgat tttgacacat ggtttagcca gcgtggtggt</w:t>
      </w:r>
    </w:p>
    <w:p w14:paraId="3349A5C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agttatacta atgacaaagc ttgcccattg attgctgcag tcataacaag agaagtgggt</w:t>
      </w:r>
    </w:p>
    <w:p w14:paraId="2B695E5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tttgtcgtgc ctggtttgcc tggcacgata ttacgcacaa ctaatggtga ctttttgcat</w:t>
      </w:r>
    </w:p>
    <w:p w14:paraId="04551F6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ttcttaccta gagtttttag tgcagttggt aacatctgtt acacaccatc aaaacttata</w:t>
      </w:r>
    </w:p>
    <w:p w14:paraId="50A2663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gagtacactg actttgcaac atcagcttgt gttttggctg ctgaatgtac aatttttaaa</w:t>
      </w:r>
    </w:p>
    <w:p w14:paraId="0137535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gatgcttctg gtaagccagt accatattgt tatgatacca atgtactaga aggttctgtt</w:t>
      </w:r>
    </w:p>
    <w:p w14:paraId="4285463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gcttatgaaa gtttacgccc tgacacacgt tatgtgctca tggatggctc tattattcaa</w:t>
      </w:r>
    </w:p>
    <w:p w14:paraId="0DE461E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tttcctaaca cctaccttga aggttctgtt agagtggtaa caacttttga ttctgagtac</w:t>
      </w:r>
    </w:p>
    <w:p w14:paraId="0D8C0A9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tgtaggcacg gcacttgtga aagatcagaa gctggtgttt gtgtatctac tagtggtaga</w:t>
      </w:r>
    </w:p>
    <w:p w14:paraId="507F4DD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tgggtactta acaatgatta ttacagatct ttaccaggag ttttctgtgg tgtagatgct</w:t>
      </w:r>
    </w:p>
    <w:p w14:paraId="3EDA558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gtaaatttac ttactaatat gtttacacca ctaattcaac ctattggtgc tttggacata</w:t>
      </w:r>
    </w:p>
    <w:p w14:paraId="590ED6E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tcagcatcta tagtagctgg tggtattgta gctatcgtag taacatgcct tgcctactat</w:t>
      </w:r>
    </w:p>
    <w:p w14:paraId="2957601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tttatgaggt ttagaagagc ttttggtgaa tacagtcatg tagttgcctt taatacttta</w:t>
      </w:r>
    </w:p>
    <w:p w14:paraId="180E3C1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ctattcctta tgtcattcac tgtactctgt ttaacaccag tttactcatt cttacctggt</w:t>
      </w:r>
    </w:p>
    <w:p w14:paraId="7523B06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gtttattctg ttatttactt gtacttgaca ttttatctta ctaatgatgt ttctttttta</w:t>
      </w:r>
    </w:p>
    <w:p w14:paraId="7533DAF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gcacatattc agtggatggt tatgttcaca cctttagtac ctttctggat aacaattgct</w:t>
      </w:r>
    </w:p>
    <w:p w14:paraId="616393A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tatatcattt gtatttccac aaagcatttc tattggttct ttagtaatta cctaaagaga</w:t>
      </w:r>
    </w:p>
    <w:p w14:paraId="4423BBB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cgtgtagtct ttaatggtgt ttcctttagt acttttgaag aagctgcgct gtgcaccttt</w:t>
      </w:r>
    </w:p>
    <w:p w14:paraId="29E4493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ttgttaaata aagaaatgta tctaaagttg cgtagtgatg tgctattacc tcttacgcaa</w:t>
      </w:r>
    </w:p>
    <w:p w14:paraId="35D9D3F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tataatagat acttagctct ttataataag tacaagtatt ttagtggagc aatggataca</w:t>
      </w:r>
    </w:p>
    <w:p w14:paraId="00A596C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actagctaca gagaagctgc ttgttgtcat ctcgcaaagg ctctcaatga cttcagtaac</w:t>
      </w:r>
    </w:p>
    <w:p w14:paraId="6B96274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tcaggttctg atgttcttta ccaaccacca caaatctcta tcacctcagc tgttttgcag</w:t>
      </w:r>
    </w:p>
    <w:p w14:paraId="7A6DF0F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agtggtttta gaaaaatggc attcccatct ggtaaagttg agggttgtat ggtacaagta</w:t>
      </w:r>
    </w:p>
    <w:p w14:paraId="66C10F4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acttgtggta caactacact taacggtctt tggcttgatg acgtagttta ctgtccaaga</w:t>
      </w:r>
    </w:p>
    <w:p w14:paraId="177362B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catgtgatct gcacctctga agacatgctt aaccctaatt atgaagattt actcattcgt</w:t>
      </w:r>
    </w:p>
    <w:p w14:paraId="409EFD7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aagtctaatc ataatttctt ggtacaggct ggtaatgttc aactcagggt tattggacat</w:t>
      </w:r>
    </w:p>
    <w:p w14:paraId="2E6EA92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tctatgcaaa attgtgtact taagcttaag gttgatacag ccaatcctaa gacacctaag</w:t>
      </w:r>
    </w:p>
    <w:p w14:paraId="665C1EB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tataagtttg ttcgcattca accaggacag actttttcag tgttagcttg ttacaatggt</w:t>
      </w:r>
    </w:p>
    <w:p w14:paraId="77138C1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tcaccatctg gtgtttacca atgtgctatg aggcacaatt tcactattaa gggttcattc</w:t>
      </w:r>
    </w:p>
    <w:p w14:paraId="43F1B22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cttaatggtt catgtggtag tgttggtttt aacatagatt atgactgtgt ctctttttgt</w:t>
      </w:r>
    </w:p>
    <w:p w14:paraId="2A4D838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tacatgcacc atatggaatt accaactgga gttcatgctg gcacagactt agaaggtaac</w:t>
      </w:r>
    </w:p>
    <w:p w14:paraId="7ABB8C5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ttttatggac cttttgttga caggcaaaca gcacaagcag ctggtacgga cacaactatt</w:t>
      </w:r>
    </w:p>
    <w:p w14:paraId="0803A53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acagttaatg ttttagcttg gttgtacgct gctgttataa atggagacag gtggtttctc</w:t>
      </w:r>
    </w:p>
    <w:p w14:paraId="0EE6376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aatcgattta ccacaactct taatgacttt aaccttgtgg ctatgaagta caattatgaa</w:t>
      </w:r>
    </w:p>
    <w:p w14:paraId="30E9218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cctctaacac aagaccatgt tgacatacta ggacctcttt ctgctcaaac tggaattgcc</w:t>
      </w:r>
    </w:p>
    <w:p w14:paraId="7AB7CBB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gttttagata tgtgtgcttc attaaaagaa ttactgcaaa atggtatgaa tggacgtacc</w:t>
      </w:r>
    </w:p>
    <w:p w14:paraId="781055D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atattgggta gtgctttatt agaagatgaa tttacacctt ttgatgttgt tagacaatgc</w:t>
      </w:r>
    </w:p>
    <w:p w14:paraId="25B947C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tcaggtgtta ctttccaaag tgcagtgaaa agaacaatca agggtacaca ccactggttg</w:t>
      </w:r>
    </w:p>
    <w:p w14:paraId="5004A70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ttactcacaa ttttgacttc acttttagtt ttagtccaga gtactcaatg gtctttgttc</w:t>
      </w:r>
    </w:p>
    <w:p w14:paraId="5D89187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ttttttttgt atgaaaatgc ctttttacct tttgctatgg gtattattgc tatgtctgct</w:t>
      </w:r>
    </w:p>
    <w:p w14:paraId="6F7CE51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tttgcaatga tgtttgtcaa acataagcat gcatttctct gtttgttttt gttaccttct</w:t>
      </w:r>
    </w:p>
    <w:p w14:paraId="256DD5B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cttgccactg tagcttattt taatatggtc tatatgcctg ctagttgggt gatgcgtatt</w:t>
      </w:r>
    </w:p>
    <w:p w14:paraId="01AB801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atgacatggt tggatatggt tgatactagt ttnnnnggtt ttaagctaaa agactgtgtt</w:t>
      </w:r>
    </w:p>
    <w:p w14:paraId="2B5E440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atgtatgcat cagctgtagt gttactaatc cttatgacag caagaactgt gtatgatgat</w:t>
      </w:r>
    </w:p>
    <w:p w14:paraId="5A63BD0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ggtgctagga gagtgtggac acttatgaat gtcttgacac tcgtttataa agtttattat</w:t>
      </w:r>
    </w:p>
    <w:p w14:paraId="3F58484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ggtaatgctt tagatcaagc catttccatg tgggctctta taatctctgt tacttctaac</w:t>
      </w:r>
    </w:p>
    <w:p w14:paraId="38DAB51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tactcaggtg tagttacaac tgtcatgttt ttggccagag gtgttgtttt tatgtgtgtt</w:t>
      </w:r>
    </w:p>
    <w:p w14:paraId="396254F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gagtattgcc ctattttctt cataactggt aatacacttc agtgtataat gctagtttat</w:t>
      </w:r>
    </w:p>
    <w:p w14:paraId="0C62CCF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tgtttcttag gctatttttg tacttgttac tttggcctct tttgtttact caaccgctac</w:t>
      </w:r>
    </w:p>
    <w:p w14:paraId="455D166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tttagactga ctcttggtgt ttatgattac ttagtttcta cacaggagtt tagatatatg</w:t>
      </w:r>
    </w:p>
    <w:p w14:paraId="1F30AFD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aattcacagg gactactccc acccaagaat agcatagatg ccttcaaact caacattaaa</w:t>
      </w:r>
    </w:p>
    <w:p w14:paraId="29D6260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ttgttgggtg ttggtggcaa accttgtatc aaagtagcca ctgtacagtc taaaatgtca</w:t>
      </w:r>
    </w:p>
    <w:p w14:paraId="177D44A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gatgtaaagt gcacatcagt agtcttactc tcagttttgc aacaactcag agtagaatca</w:t>
      </w:r>
    </w:p>
    <w:p w14:paraId="3BC0061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tcatctaaat tgtgggctca atgtgtccag ttacacaatg acattctctt agctaaagat</w:t>
      </w:r>
    </w:p>
    <w:p w14:paraId="50B6CCD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actactgaag cctttgaaaa aatggtttca ctactttctg ttttgctttc catgcagggt</w:t>
      </w:r>
    </w:p>
    <w:p w14:paraId="0FDD333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gctgtagaca taaacaagct ttgtgaagaa atgctggaca acagggcaac cttacaagct</w:t>
      </w:r>
    </w:p>
    <w:p w14:paraId="3401A58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atagcctcag agtttagttc ccttccatca tatgcagctt ttgctactgc tcaagaagct</w:t>
      </w:r>
    </w:p>
    <w:p w14:paraId="3E383E3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tatgagcagg ctgttgctaa tggtgattct gaagttgttc ttaaaaagtt gaagaagtct</w:t>
      </w:r>
    </w:p>
    <w:p w14:paraId="0EB81F8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ttgaatgtgg ctaaatctga atttgaccgt gatgcagcca tgcaacgtaa gttggaaaag</w:t>
      </w:r>
    </w:p>
    <w:p w14:paraId="489E131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atggctgatc aagctatgac ccaaatgtat aaacaggcta gatctgagga caagagggca</w:t>
      </w:r>
    </w:p>
    <w:p w14:paraId="734F817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aaagttacta gtgctatgca gacaatgctt ttcactatgc ttagaaagtt ggataatgat</w:t>
      </w:r>
    </w:p>
    <w:p w14:paraId="4C27AFB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gcactcaaca acattatcaa caatgcaaga gatggttgtg ttcccttgaa cataatacct</w:t>
      </w:r>
    </w:p>
    <w:p w14:paraId="298BE8F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cttacaacag cagccaaact aatggttgtc ataccagact ataacacata taaaaatacg</w:t>
      </w:r>
    </w:p>
    <w:p w14:paraId="77748F5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tgtgatggta caacatttac ttatgcatca gcattgtggg aaatccaaca ggttgtagat</w:t>
      </w:r>
    </w:p>
    <w:p w14:paraId="4DABC70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gcagatagta aaattgttca acttagtgaa attagtatgg acaattcacc taatttagca</w:t>
      </w:r>
    </w:p>
    <w:p w14:paraId="51FE7FC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tggcctctta ttgtaacagc tttaagggcc aattctgctg tcaaattaca gaataatgag</w:t>
      </w:r>
    </w:p>
    <w:p w14:paraId="2B79C0C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cttagtcctg ttgcactacg acagatgtct tgtgctgccg gtactacaca aactgcttgc</w:t>
      </w:r>
    </w:p>
    <w:p w14:paraId="78E55BF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actgatgaca atgcgttagc ttactacaac acaacaaagg gaggtaggtt tgtacttgca</w:t>
      </w:r>
    </w:p>
    <w:p w14:paraId="120541F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ctgttatccg atttacagga tttgaaatgg gctagattcc ctaagagtga tggaactggt</w:t>
      </w:r>
    </w:p>
    <w:p w14:paraId="6EC0355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actatctata cagaactgga accaccttgt aggtttgtta cagacacacc taaaggtcct</w:t>
      </w:r>
    </w:p>
    <w:p w14:paraId="5ECAFC3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aaagtgaagt atttatactt tattaaagga ttaaacaacc taaatagagg tatggtactt</w:t>
      </w:r>
    </w:p>
    <w:p w14:paraId="2C3A60A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ggtagtttag ctgccacagt acgtctacaa gctggtaatg caacagaagt gcctgccaat</w:t>
      </w:r>
    </w:p>
    <w:p w14:paraId="569BF4D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tcaactgtat tatctttctg tgcttttgct gtagatgctg ctaaagctta caaagattat</w:t>
      </w:r>
    </w:p>
    <w:p w14:paraId="380C98B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ctagctagtg ggggacaacc aatcactaat tgtgttaaga tgttgtgtac acacactggt</w:t>
      </w:r>
    </w:p>
    <w:p w14:paraId="564BC90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actggtcagg caataacagt cacaccggaa gccaatatgg atcaagaatc ctttggtggt</w:t>
      </w:r>
    </w:p>
    <w:p w14:paraId="346BC08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gcatcgtgtt gtctgtactg ccgttgccac atagatcatc caaatcctaa aggattttgt</w:t>
      </w:r>
    </w:p>
    <w:p w14:paraId="24C5AA4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gacttaaaag gtaagtatgt acaaatacct acaacttgtg ctaatgaccc tgtgggtttt</w:t>
      </w:r>
    </w:p>
    <w:p w14:paraId="4E211D5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acacttaaaa acacagtctg taccgtctgc ggtatgtgga aaggttatgg ctgtagttgt</w:t>
      </w:r>
    </w:p>
    <w:p w14:paraId="6770308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gatcaactcc gcgaacccat gcttcagtca gctgatgcac aatcgttttt aaacgggttt</w:t>
      </w:r>
    </w:p>
    <w:p w14:paraId="5602B0A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gcggtgtaag tgcagcccgt cttacaccgt gcggcacagg cactagtact gatgtcgtat</w:t>
      </w:r>
    </w:p>
    <w:p w14:paraId="403F583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acagggcttt tgacatctac aatgataaag tagctggttt tgctaaattc ctaaaaacta</w:t>
      </w:r>
    </w:p>
    <w:p w14:paraId="59294C7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attgttgtcg cttccaagaa aaggacgaag atgacaattt aattgattct tactttgtag</w:t>
      </w:r>
    </w:p>
    <w:p w14:paraId="20675A6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ttaagagaca cactttctct aactaccaac atgaagaaac aatttataat ttacttaagg</w:t>
      </w:r>
    </w:p>
    <w:p w14:paraId="380508B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attgtccagc tgttgctaaa catgacttct ttaagtttag aatagacggt gacatggtac</w:t>
      </w:r>
    </w:p>
    <w:p w14:paraId="342B939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cacatatatc acgtcaacgt cttactaaat acacaatggc agacctcgtc tatgctttaa</w:t>
      </w:r>
    </w:p>
    <w:p w14:paraId="06C9FC8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ggcattttga tgaaggtaat tgtgacacat taaaagaaat acttgtcaca tacaattgtt</w:t>
      </w:r>
    </w:p>
    <w:p w14:paraId="0DE94D0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gtgatgatga ttatttcaat aaaaaggact ggtatgattt tgtagaaaac ccagatatat</w:t>
      </w:r>
    </w:p>
    <w:p w14:paraId="4A3D407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tacgcgtata cgccaactta ggtgaacgtg tacgccaagc tttgttaaaa acagtacaat</w:t>
      </w:r>
    </w:p>
    <w:p w14:paraId="2ADFDCA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tctgtgatgc catgcgaaat gctggtattg ttggtgtact gacattagat aatcaagatc</w:t>
      </w:r>
    </w:p>
    <w:p w14:paraId="69215D1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tcaatggtaa ctggtatgat ttcggtgatt tcatacaaac cacgccaggt agtggagttc</w:t>
      </w:r>
    </w:p>
    <w:p w14:paraId="3FFE2F4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ctgttgtaga ttcttattat tcattgttaa tgcctatatt aaccttgacc agggctttaa</w:t>
      </w:r>
    </w:p>
    <w:p w14:paraId="156969E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ctgcagagtc acatgttgac actgacttaa caaagcctta cattaagtgg gatttgttaa</w:t>
      </w:r>
    </w:p>
    <w:p w14:paraId="0811717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aatatgactt cacggaagag aggttaaaac tctttgaccg ttattttaaa tattgggatc</w:t>
      </w:r>
    </w:p>
    <w:p w14:paraId="203B40F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agacatacca cccaaattgt gttaactgtt tggatgacag atgcattctg cattgtgcaa</w:t>
      </w:r>
    </w:p>
    <w:p w14:paraId="1C392AC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actttaatgt tttattctct acagtgttcc cacttacaag ttttggacca ctagtgagaa</w:t>
      </w:r>
    </w:p>
    <w:p w14:paraId="582B4B0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aaatatttgt tgatggtgtt ccatttgtag tttcaactgg ataccacttc agagagctag</w:t>
      </w:r>
    </w:p>
    <w:p w14:paraId="0FEABFA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gtgttgtaca taatcaggat gtaaacttac atagctctag acttagtttt aaggaattac</w:t>
      </w:r>
    </w:p>
    <w:p w14:paraId="3BC787F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ttgtgtatgc tgctgaccct gctatgcacg ctgcttctgg taatctatta ctagataaac</w:t>
      </w:r>
    </w:p>
    <w:p w14:paraId="70B8EDB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gcactacgtg cttttcagta gctgcactta ctaacaatgt tgcttttcaa actgtcaaac</w:t>
      </w:r>
    </w:p>
    <w:p w14:paraId="0183980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ccggtaattt taacaaagac ttctatgact ttgctgtgtc taagggtttc tttaaggaag</w:t>
      </w:r>
    </w:p>
    <w:p w14:paraId="306B768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gaagttctgt tgaattaaaa cacttcttct ttgctcagga tggtaatgct gctatcagcg</w:t>
      </w:r>
    </w:p>
    <w:p w14:paraId="25AF88F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attatgacta ctatcgttat aatctaccaa caatgtgtga tatcagacaa ctactatttg</w:t>
      </w:r>
    </w:p>
    <w:p w14:paraId="5A26423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tagttgaagt tgttgataag tactttgatt gttacgatgg tggctgtatt aatgctaacc</w:t>
      </w:r>
    </w:p>
    <w:p w14:paraId="08C7D97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aagtcatcgt caacaaccta gacaaatcag ctggttttcc atttaataaa tggggtaagg</w:t>
      </w:r>
    </w:p>
    <w:p w14:paraId="75EE8E5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ctagacttta ttatgattca atgagttatg aggatcaaga tgcacttttc gcatatacaa</w:t>
      </w:r>
    </w:p>
    <w:p w14:paraId="5BD7467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aacgtaatgt catccctact ataactcaaa tgaatcttaa gtatgccatt agtgcaaaga</w:t>
      </w:r>
    </w:p>
    <w:p w14:paraId="6CB8341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atagagctcg caccgtagct ggtgtctcta tctgtagtac tatgaccaat agacagtttc</w:t>
      </w:r>
    </w:p>
    <w:p w14:paraId="71B3AB9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atcaaaaatt attgaaatca atagccgcca ctagaggagc tactgtagta attggaacaa</w:t>
      </w:r>
    </w:p>
    <w:p w14:paraId="14CB0AF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gcaaattcta tggtggttgg cacaatatgt taaaaactgt ttatagtgat gtagaaaacc</w:t>
      </w:r>
    </w:p>
    <w:p w14:paraId="4C714FD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ctcaccttat gggttgggat tatcctaaat gtgatagagc catgcctaac atgcttagaa</w:t>
      </w:r>
    </w:p>
    <w:p w14:paraId="3211EE3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ttatggcctc acttgttctt gctcgcaaac atacaacgtg ttgtagcttg tcacaccgtt</w:t>
      </w:r>
    </w:p>
    <w:p w14:paraId="74EB688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tctatagatt agctaatgag tgtgctcaag tattgagtga aatggtcatg tgtggcggtt</w:t>
      </w:r>
    </w:p>
    <w:p w14:paraId="0616BD2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cactatatgt taaaccaggt ggaacctcat caggagatgc cacaactgct tatgctaata</w:t>
      </w:r>
    </w:p>
    <w:p w14:paraId="3162F8B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gtgtttttaa catttgtcaa gctgtcacgg ccaatgttaa tgcactttta tctactgatg</w:t>
      </w:r>
    </w:p>
    <w:p w14:paraId="3CEBD71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gtaacaaaat tgccgataag tatgtccgca atttacaaca cagactttat gagtgtctct</w:t>
      </w:r>
    </w:p>
    <w:p w14:paraId="3EA6CAE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atagaaatag agatgttgac acagactttg tgaatgagtt ttacgcatat ttgcgtaaac</w:t>
      </w:r>
    </w:p>
    <w:p w14:paraId="1FC2889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atttctcaat gatgatactc tctgacgatg ctgttgtgtg tttcaatagc acttatgcat</w:t>
      </w:r>
    </w:p>
    <w:p w14:paraId="04FFA53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ctcaaggtct agtggctagc ataaagaact ttaagtcagt tctttattat caaaacaatg</w:t>
      </w:r>
    </w:p>
    <w:p w14:paraId="5E71C89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tttttatgtc tgaagcaaaa tgttggactg agactgacct tactaaagga cctcatgaat</w:t>
      </w:r>
    </w:p>
    <w:p w14:paraId="4E29C0C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tttgctctca acatacaatg ctagttaaac agggtgatga ttatgtgtac cttccttacc</w:t>
      </w:r>
    </w:p>
    <w:p w14:paraId="32D6077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cagatccatc aagaatccta ggggccggct gttttgtaga tgatatcgta aaaacagatg</w:t>
      </w:r>
    </w:p>
    <w:p w14:paraId="57E8F9E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gtacacttat gattgaacgg ttcgtgtctt tagctataga tgcttaccca cttactaaac</w:t>
      </w:r>
    </w:p>
    <w:p w14:paraId="1FC904E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atcctaatca ggagtatgct gatgtctttc atttgtactt acaatacata agaaagctac</w:t>
      </w:r>
    </w:p>
    <w:p w14:paraId="7DCE5C9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atgatgagtt aacaggacac atgttagaca tgtattctgt tatgcttact aatgataaca</w:t>
      </w:r>
    </w:p>
    <w:p w14:paraId="70C3406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cttcaaggta ttgggaacct gagttttatg aggctatgta cacaccgcat acagtcttac</w:t>
      </w:r>
    </w:p>
    <w:p w14:paraId="0D89D18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aggctgttgg ggcttgtgtt ctttgcaatt cacagacttc attaagatgt ggtgcttgca</w:t>
      </w:r>
    </w:p>
    <w:p w14:paraId="7B3837D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tacgtagacc attcttatgt tgtaaatgct gttacgacca tgtcatatca acatcacata</w:t>
      </w:r>
    </w:p>
    <w:p w14:paraId="36C2AFA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aattagtctt gtctgttaat ccgtatgttt gcaatgctcc aggttgtgat gtcacagatg</w:t>
      </w:r>
    </w:p>
    <w:p w14:paraId="65D9B2B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tgactcaact ttacttagga ggtatgagct attattgtaa atcacataaa ccacccatta</w:t>
      </w:r>
    </w:p>
    <w:p w14:paraId="6BAB26B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gttttccatt gtgtgctaat ggacaagttt ttggtttata taaaaataca tgtgttggta</w:t>
      </w:r>
    </w:p>
    <w:p w14:paraId="1FFA53A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gcgataatgt tactgacttt aatgcaattg caacatgtga ctggacaaat gctggtgatt</w:t>
      </w:r>
    </w:p>
    <w:p w14:paraId="6168785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acattttagc taacacctgt actgaaagac tcaagctttt tgcagcagaa acgctcaaag</w:t>
      </w:r>
    </w:p>
    <w:p w14:paraId="7FDDD52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ctactgagga gacatttaaa ctgtcttatg gtattgctac tgtacgtgaa gtgctgtctg</w:t>
      </w:r>
    </w:p>
    <w:p w14:paraId="7C465B4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acagagaatt acatctttca tgggaagttg gtaaacctag accaccactt aaccgaaatt</w:t>
      </w:r>
    </w:p>
    <w:p w14:paraId="3228C29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atgtctttac tggttatcgt gtaactaaaa acagtaaagt acaaatagga gagtacacct</w:t>
      </w:r>
    </w:p>
    <w:p w14:paraId="60BD977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ttgaaaaagg tgactatggt gatgctgttg tttaccgagg tacaacaact tacaaattaa</w:t>
      </w:r>
    </w:p>
    <w:p w14:paraId="6469433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atgttggtga ttattttgtg ctgacatcac atacagtaat gccattaagt gcacctacac</w:t>
      </w:r>
    </w:p>
    <w:p w14:paraId="354486A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tagtgccaca agagcactat gttagaatta ctggcttata cccaacactc aatatctcag</w:t>
      </w:r>
    </w:p>
    <w:p w14:paraId="20EE56D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atgagttttc tagcaatgtt gcaaattatc aaaaggttgg tatgcaaaag tattctacac</w:t>
      </w:r>
    </w:p>
    <w:p w14:paraId="728622F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tccagggacc acctggtact ggtaagagtc attttgctat tggcctagct ctctactacc</w:t>
      </w:r>
    </w:p>
    <w:p w14:paraId="1EF9162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cttctgctcg catagtgtat acagcttgct ctcatgccgc tgttgatgca ctatgtgaga</w:t>
      </w:r>
    </w:p>
    <w:p w14:paraId="54D4CDA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aggcattaaa atatttgcct atagataaat gtagtagaat tatacctgca cgtgctcgtg</w:t>
      </w:r>
    </w:p>
    <w:p w14:paraId="02E1A16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tagagtgttt tgataaattc aaagtgaatt caacattaga acagtatgtc ttttgtactg</w:t>
      </w:r>
    </w:p>
    <w:p w14:paraId="24F9FFA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taaatgcatt gcctgagacg acagcagata tagttgtctt tgatgaaatt tcaatggcca</w:t>
      </w:r>
    </w:p>
    <w:p w14:paraId="25D1809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caaattatga tttgagtgtt gtcaatgcca gattacgtgc taagcactat gtgtacattg</w:t>
      </w:r>
    </w:p>
    <w:p w14:paraId="713EDFF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gcgaccctgc tcaattacct gcaccacgca cattgctaac taagggcaca ctagaaccag</w:t>
      </w:r>
    </w:p>
    <w:p w14:paraId="14221E8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aatatttcaa ttcagtgtgt agacttatga aaactatagg tccagacatg ttcctcggaa</w:t>
      </w:r>
    </w:p>
    <w:p w14:paraId="7BF921B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cttgtcggcg ttgtcctgct gaaattgttg acactgtgag tgctttggtt tatgataata</w:t>
      </w:r>
    </w:p>
    <w:p w14:paraId="1F90389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agcttaaagc acataaagac aaatcagctc aatgctttaa aatgttttat aagggtgtta</w:t>
      </w:r>
    </w:p>
    <w:p w14:paraId="7AD6AB2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tcacgcatga tgtttcatct gcaattaaca ggccacaaat aggcgtggta agagaattcc</w:t>
      </w:r>
    </w:p>
    <w:p w14:paraId="1871C66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ttacacgtaa ccctgcttgg agaaaagctg tctttatttc accttataat tcacagaatg</w:t>
      </w:r>
    </w:p>
    <w:p w14:paraId="5FD5040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ctgtagcctc aaagattttg ggactaccaa ctcaaactgt tgattcatca cagggctcag</w:t>
      </w:r>
    </w:p>
    <w:p w14:paraId="0A07891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aatatgacta tgtcatattc actcaaacca ctgaaacagc tcactcttgt aatgtaaaca</w:t>
      </w:r>
    </w:p>
    <w:p w14:paraId="5E23BC7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gatttaatgt tgctattacc agagcaaaag taggcatact ttgcataatg tctgatagag</w:t>
      </w:r>
    </w:p>
    <w:p w14:paraId="1C02953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acctttatga caagttgcaa tttacaagtc ttgaaattcc acgtaggaat gtggcaactt</w:t>
      </w:r>
    </w:p>
    <w:p w14:paraId="2A22893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tacaagctga aaatgtaaca ggactcttta aagattgtag taaggtaatc actgggttac</w:t>
      </w:r>
    </w:p>
    <w:p w14:paraId="09F5D11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atcctacaca ggcacctaca cacctcagtg ttgacactaa attcaaaact gaaggtttat</w:t>
      </w:r>
    </w:p>
    <w:p w14:paraId="3663A40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gtgttgacgt acctggcata cctaaggaca tgacctatag aagactcatc tctatgatgg</w:t>
      </w:r>
    </w:p>
    <w:p w14:paraId="27990C6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gttttaaaat gaattatcaa gttaatggtt accctaacat gtttatcacc cgcgaagaag</w:t>
      </w:r>
    </w:p>
    <w:p w14:paraId="357E373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ctataagaca tgtacgtgca tggattggct tcgatgtcga ggggtgtcat gctactagag</w:t>
      </w:r>
    </w:p>
    <w:p w14:paraId="46192AB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aagctgttgg taccaattta cctttacagc taggtttttc tacaggtgtt aacctagttg</w:t>
      </w:r>
    </w:p>
    <w:p w14:paraId="4E88CAB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ctgtacctac aggttatgtt gatacaccta ataatacaga tttttccaga gttagtgcta</w:t>
      </w:r>
    </w:p>
    <w:p w14:paraId="70D550E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aaccaccgcc tggagatcaa tttaaacacc tcataccact tatgtacaaa ggacttcctt</w:t>
      </w:r>
    </w:p>
    <w:p w14:paraId="428C9A6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ggaatgtagt gcgtataaag attgtacaaa tgttaagtga cacacttaaa aatctctctg</w:t>
      </w:r>
    </w:p>
    <w:p w14:paraId="270B88E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acagagtcgt atttgtctta tgggcacatg gctttgagtt gacatctatg aagtattttg</w:t>
      </w:r>
    </w:p>
    <w:p w14:paraId="0090D87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tgaaaatagg acctgagcgc acctgttgtc tatgtgatag acgtgccaca tgcttttcca</w:t>
      </w:r>
    </w:p>
    <w:p w14:paraId="4FCC59E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ctgcttcaga cacttatgcc tgttggcatc attctattgg atttgattac gtctataatc</w:t>
      </w:r>
    </w:p>
    <w:p w14:paraId="6DA2514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cgtttatgat tgatgttcaa caatggggtt ttacaggtaa cctacaaagc aaccatgatc</w:t>
      </w:r>
    </w:p>
    <w:p w14:paraId="071606D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tgtattgtca agtccatggt aatgcacatg tagctagttg tgatgcaatc atgactaggt</w:t>
      </w:r>
    </w:p>
    <w:p w14:paraId="73110FF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gtctagctgt ccacgagtgc tttgttaagc gtgttgactg gactattgaa tatcctataa</w:t>
      </w:r>
    </w:p>
    <w:p w14:paraId="709F4B5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ttggtgatga actgaagatt aatgcggctt gtagaaaggt tcaacacatg gttgttaaag</w:t>
      </w:r>
    </w:p>
    <w:p w14:paraId="2A1AB20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ctgcattatt agcagacaaa ttcccagttc ttcacgacat tggtaaccct aaagctatta</w:t>
      </w:r>
    </w:p>
    <w:p w14:paraId="5D2BC95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agtgtgtacc tcaagctgat gtagaatgga agttctatga tgcacagcct tgtagtgaca</w:t>
      </w:r>
    </w:p>
    <w:p w14:paraId="73D928C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aagcttataa aatagaagaa ttattctatt cttatgccac acattctgac aaattcacag</w:t>
      </w:r>
    </w:p>
    <w:p w14:paraId="6CFDA63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atggtgtatg cctattttgg aattgcaatg tcgatagata tcctgctaat tccattgttt</w:t>
      </w:r>
    </w:p>
    <w:p w14:paraId="59DE830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gtagatttga cactagagtg ctatctaacc ttaacttgcc tggttgtgat ggtggcagtt</w:t>
      </w:r>
    </w:p>
    <w:p w14:paraId="4856089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tgtatgtaaa taaacatgca ttccacacac cagcttttga taaaagtgct tttgttaatt</w:t>
      </w:r>
    </w:p>
    <w:p w14:paraId="2794B9F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taaaacaatt accatttttc tattactctg acagtccatg tgagtctcat ggaaaacaag</w:t>
      </w:r>
    </w:p>
    <w:p w14:paraId="0FAFE1A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tagtgtcaga tatagattat gtaccactaa agtctgctac gtgtataaca cgttgcaatt</w:t>
      </w:r>
    </w:p>
    <w:p w14:paraId="6971574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taggtggtgc tgtctgtaga catcatgcta atgagtacag attgtatctc gatgcttata</w:t>
      </w:r>
    </w:p>
    <w:p w14:paraId="3C2D354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acatgatgat ctcagctggc tttagcttgt gggtttacaa acaatttgat acttataacc</w:t>
      </w:r>
    </w:p>
    <w:p w14:paraId="2D6298E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tctggaacac ttttacaaga cttcagagtt tagaaaatgt ggcttttaat gttgtaaata</w:t>
      </w:r>
    </w:p>
    <w:p w14:paraId="3A9085C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agggacactt tgatggacaa cagggtgaag taccagtttc tatcattaat aacactgttt</w:t>
      </w:r>
    </w:p>
    <w:p w14:paraId="5569BF9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acacaaaagt tgatggtgtt gatgtagaat tgtttgaaaa taaaacaaca ttacctgtta</w:t>
      </w:r>
    </w:p>
    <w:p w14:paraId="54E7236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atgtagcatt tgagctttgg gctaagcgca acattaaacc agtaccagag gtgaaaatac</w:t>
      </w:r>
    </w:p>
    <w:p w14:paraId="4246C8D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tcaataattt gggtgtggac attgctgcta atactgtgat ctgggactac aaaagagatg</w:t>
      </w:r>
    </w:p>
    <w:p w14:paraId="3093BB7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ctccagcaca tatatctact attggtgttt gttctatgac tgacatagcc aagaaaccaa</w:t>
      </w:r>
    </w:p>
    <w:p w14:paraId="2E8AC80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ctgaaacgat ttgtgcacca ctcactgtct tttttgatgg tagagttgat ggtcaagtag</w:t>
      </w:r>
    </w:p>
    <w:p w14:paraId="1D277BB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acttatttag aaatgcccgt aatggtgttc ttattacaga aggtagtgtt aaaggtttac</w:t>
      </w:r>
    </w:p>
    <w:p w14:paraId="0EC1316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aaccatctgt aggtcccaaa caagctagtc ttaatggagt cacattaatt ggagaagccg</w:t>
      </w:r>
    </w:p>
    <w:p w14:paraId="24904EA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taaaaacaca gttcaattat tataagaaag ttgatggtgt tgtccaacaa ttacctgaaa</w:t>
      </w:r>
    </w:p>
    <w:p w14:paraId="4F260C2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cttactttac tcagagtaga aatttacaag aatttaaacc caggagtcaa atggaaattg</w:t>
      </w:r>
    </w:p>
    <w:p w14:paraId="01ADD3F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atttcttaga attagctatg gatgaattca ttgaacggta taaattagaa ggctatgcct</w:t>
      </w:r>
    </w:p>
    <w:p w14:paraId="04A99EB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tcgaacatat cgtttatgga gattttagtc atagtcagtt aggtggttta catctactga</w:t>
      </w:r>
    </w:p>
    <w:p w14:paraId="7A3AD99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ttggactagc taaacgtttt aaggaatcac cttttgaatt agaagatttt attcctatgg</w:t>
      </w:r>
    </w:p>
    <w:p w14:paraId="3EB9E05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acagtacagt taaaaactat ttcataacag atgcgcaaac aggttcatct aagtgtgtgt</w:t>
      </w:r>
    </w:p>
    <w:p w14:paraId="7BE0559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gttctgttat tgatttatta cttgatgatt ttgttgaaat aataaaatcc caagatttat</w:t>
      </w:r>
    </w:p>
    <w:p w14:paraId="683FDEC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ctgtagtttc taaggttgtc aaagtgacta ttgactatac agaaatttca tttatgcttt</w:t>
      </w:r>
    </w:p>
    <w:p w14:paraId="7552C4E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ggtgtaaaga tggccatgta gaaacatttt acccaaaatt acaatctagt caagcgtggc</w:t>
      </w:r>
    </w:p>
    <w:p w14:paraId="03596DE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aaccgggtgt tgctatgcct aatctttaca aaatgcaaag aatgctatta gaaaagtgtg</w:t>
      </w:r>
    </w:p>
    <w:p w14:paraId="18D9D43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accttcaaaa ttatggtgat agtgcaacat tacctaaagg cataatgatg aatgtcgcaa</w:t>
      </w:r>
    </w:p>
    <w:p w14:paraId="77AF1CA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aatatactca actgtgtcaa tatttaaaca cattaacatt agctgtaccc tataatatga</w:t>
      </w:r>
    </w:p>
    <w:p w14:paraId="13EAB78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gagttataca ttttggtgct ggttctgata aaggagttgc accaggtaca gctgttttaa</w:t>
      </w:r>
    </w:p>
    <w:p w14:paraId="2E8FFBA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gacagtggtt gcctacgggt acgctgcttg tcgattcaga tcttaatgac tttgtctctg</w:t>
      </w:r>
    </w:p>
    <w:p w14:paraId="64B528C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atgcagattc aactttgatt ggtgattgtg caactgtaca tacagctaat aaatgggatc</w:t>
      </w:r>
    </w:p>
    <w:p w14:paraId="14EB2E1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tcattattag tgatatgtac gaccctaaga ctaaaaatgt tacaaaagaa aatgactcta</w:t>
      </w:r>
    </w:p>
    <w:p w14:paraId="1D541E9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aagagggttt tttcacttac atttgtgggt ttatacaaca aaagctagct cttggaggtt</w:t>
      </w:r>
    </w:p>
    <w:p w14:paraId="3F2678D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ccgtggctat aaagataaca gaacattctt ggaatgctga tctttataag ctcatgggac</w:t>
      </w:r>
    </w:p>
    <w:p w14:paraId="41F5F4B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acttcgcatg gtggacagcc tttgttacta atgtgaatgc gtcatcatct gaagcatttt</w:t>
      </w:r>
    </w:p>
    <w:p w14:paraId="13B9136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taattggatg taattatctt ggcaaaccac gcgaacaaat agatggttat gtcatgcatg</w:t>
      </w:r>
    </w:p>
    <w:p w14:paraId="3E2B105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caaattacat attttggagg aatacaaatc caattcagtt gtcttcctat tctttatttg</w:t>
      </w:r>
    </w:p>
    <w:p w14:paraId="151FC2D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acatgagtaa atttcccctt aaattaaggg gtactgctgt tatgtcttta aaagaaggtc</w:t>
      </w:r>
    </w:p>
    <w:p w14:paraId="7E8259A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aaatcaatga tatgatttta tctcttctta gtaaaggtag acttataatt agagaaaaca</w:t>
      </w:r>
    </w:p>
    <w:p w14:paraId="69B6CB5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acagagttgt tatttctagt gatgttcttg ttaacaacta aacgaacaat gtttgttttt</w:t>
      </w:r>
    </w:p>
    <w:p w14:paraId="24A48B5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cttgttttat tgccactagt ctctagtcag tgtgttaatc ttacaaccag aactcaatta</w:t>
      </w:r>
    </w:p>
    <w:p w14:paraId="5781AF2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ccccctgcat acactaattc tttcacacgt ggtgtttatt accctgacaa agttttcaga</w:t>
      </w:r>
    </w:p>
    <w:p w14:paraId="2528D69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tcctcagttt tacattcaac tcaggacttg ttcttacctt tcttttccaa tgttacttgg</w:t>
      </w:r>
    </w:p>
    <w:p w14:paraId="2ABC2E0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ttccatgtta tacatgtctc tgggaccaat ggtactaaga ggtttgataa ccctgtccta</w:t>
      </w:r>
    </w:p>
    <w:p w14:paraId="103E829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ccatttaatg atggtgttta ttttgcttcc attgagaagt ctaacataat aagaggctgg</w:t>
      </w:r>
    </w:p>
    <w:p w14:paraId="492559C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atttttggta ctactttaga ttcgaagacc cagtccctac ttattgttaa taacgctact</w:t>
      </w:r>
    </w:p>
    <w:p w14:paraId="38F1656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aatgttgtta ttaaagtctg tgaatttcaa ttttgtaatg atccattttt ggaccacaaa</w:t>
      </w:r>
    </w:p>
    <w:p w14:paraId="1FCD13C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197C01C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455CCBE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1407B8B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tagtgcgtga gccagaagat ctccctcagg gtttttcggc tttagaacca</w:t>
      </w:r>
    </w:p>
    <w:p w14:paraId="0744E1E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ttggtagatt tgccaatagg tattaacatc actaggtttc aaactttact tgctttacat</w:t>
      </w:r>
    </w:p>
    <w:p w14:paraId="789B039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agaagttatt tgactcctgg tgattcttct tcaggttgga cagctggtgc tgcagcttat</w:t>
      </w:r>
    </w:p>
    <w:p w14:paraId="6DE61CF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tatgtgggtt atcttcaacc taggactttt ctattaaaat ataatgaaaa tggaaccatt</w:t>
      </w:r>
    </w:p>
    <w:p w14:paraId="2FF2DB1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acagatgctg tagactgtgc acttgaccct ctctcagaaa caaagtgtac gttgaaatcc</w:t>
      </w:r>
    </w:p>
    <w:p w14:paraId="12CB0E3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ttcactgtag aaaaaggaat ctatcaaact tctaacttta gagtccaacc aacagaatct</w:t>
      </w:r>
    </w:p>
    <w:p w14:paraId="12EC40A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attgttagat ttcctaatat tacaaacttg tgcccttttg atgaagtttt taacgccacc</w:t>
      </w:r>
    </w:p>
    <w:p w14:paraId="0C79DC4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agatttgcat ctgtttatgc ttggaacagg aagagaatca gcaactgtgt tgctgattat</w:t>
      </w:r>
    </w:p>
    <w:p w14:paraId="3A0468C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tctgtcctat ataatctcgc accatttttc acttttaagt gttatggagt gtctcctact</w:t>
      </w:r>
    </w:p>
    <w:p w14:paraId="56359EF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aaattaaatg atctctgctt tactaatgtc tatgcagatt catttgtaat tagaggtgat</w:t>
      </w:r>
    </w:p>
    <w:p w14:paraId="621F8A4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gaagtcagac aaatcgctcc agggcaaact ggaaatattg ctgattataa ttataaatta</w:t>
      </w:r>
    </w:p>
    <w:p w14:paraId="6F08698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ccagatgatt ttacaggctg cgttatagct tggaattcta acaagcttga ttctaaggtt</w:t>
      </w:r>
    </w:p>
    <w:p w14:paraId="30C578E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agtggtaatt ataattacct gtatagattg tttaggaagt ctaatctcaa accttttgag</w:t>
      </w:r>
    </w:p>
    <w:p w14:paraId="22BBD80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agagatattt caactgaaat ctatcaggcc ggtaacaaac cttgtaatgg tgttgcaggt</w:t>
      </w:r>
    </w:p>
    <w:p w14:paraId="1B5AB75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tttaattgtt actttccttt acgatcatat agtttccgac ccacttatgg tgttggtcac</w:t>
      </w:r>
    </w:p>
    <w:p w14:paraId="0239678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caaccataca gagtagtagt actttctttt gaacttctac atgcaccagc aactgtttgt</w:t>
      </w:r>
    </w:p>
    <w:p w14:paraId="6F46038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ggacctaaaa agtctactaa tttggttaaa aacaaatgtg tcaatttcaa cttcaatggt</w:t>
      </w:r>
    </w:p>
    <w:p w14:paraId="6C024F8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ttaaaaggca caggtgttct tactgagtct aacaaaaagt ttctgccttt ccaacaattt</w:t>
      </w:r>
    </w:p>
    <w:p w14:paraId="2FB2A83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ggcagagaca ttgctgacac tactgatgct gtccgtgatc cacagacact tgagattctt</w:t>
      </w:r>
    </w:p>
    <w:p w14:paraId="73EC37A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gacattacac catgttcttt tggtggtgtc agtgttataa caccaggaac aaatacttct</w:t>
      </w:r>
    </w:p>
    <w:p w14:paraId="481FA3D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aaccaggttg ctgttcttta tcagggtgtt aactgcacag aagtccctgt tgctattcat</w:t>
      </w:r>
    </w:p>
    <w:p w14:paraId="00DD1BF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gcagatcaac ttactcctac ttggcgtgtt tattctacag gttctaatgt ttttcaaaca</w:t>
      </w:r>
    </w:p>
    <w:p w14:paraId="3D878B2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cgtgcaggct gtttaatagg ggctgaatat gtcaacaact catatgagtg tgacataccc</w:t>
      </w:r>
    </w:p>
    <w:p w14:paraId="13F34E7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attggtgcag gtatatgcgc tagttatcag actcagacta agtctcatcg gcgggcacgt</w:t>
      </w:r>
    </w:p>
    <w:p w14:paraId="7816CA2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agtgtagcta gtcaatccat cattgcctac actatgtcac ttggtgcaga aaattcagtt</w:t>
      </w:r>
    </w:p>
    <w:p w14:paraId="1D55411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gcttactcta ataactctat tgccataccc acaaatttta ctattagtgt taccacagaa</w:t>
      </w:r>
    </w:p>
    <w:p w14:paraId="6AAEAE7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attctaccag tgtctatgac caagacatca gtagattgta caatgtacat ttgtggtgat</w:t>
      </w:r>
    </w:p>
    <w:p w14:paraId="4A675A3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tcaactgaat gcagcaatct tttgttgcaa tatggcagtt tttgtacaca attaaaacgt</w:t>
      </w:r>
    </w:p>
    <w:p w14:paraId="79FD44D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gctttaactg gaatagctgt tgaacaagac aaaaacaccc aagaagtttt tgcacaagtc</w:t>
      </w:r>
    </w:p>
    <w:p w14:paraId="04473A9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aaacaaattt acaaaacacc accaattaaa tattttggtg gttttaattt ttcacaaata</w:t>
      </w:r>
    </w:p>
    <w:p w14:paraId="3BA03D3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ttaccagatc catcaaaacc aagcaagagg tcatttattg aagatctact tttcaacaaa</w:t>
      </w:r>
    </w:p>
    <w:p w14:paraId="0D59A9A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gtgacacttg cagatgctgg cttcatcaaa caatatggtg attgccttgg tgatattgct</w:t>
      </w:r>
    </w:p>
    <w:p w14:paraId="43CDF50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gctagagacc tcatttgtgc acaaaagttt aaaggcctta ctgttttgcc acctttgctc</w:t>
      </w:r>
    </w:p>
    <w:p w14:paraId="4F3E28C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acagatgaaa tgattgctca atacacttct gcactgttag cgggtacaat cacttctggt</w:t>
      </w:r>
    </w:p>
    <w:p w14:paraId="1EAFDB6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tggacctttg gtgcaggtgc tgcattacaa ataccatttg ctatgcaaat ggcttatagg</w:t>
      </w:r>
    </w:p>
    <w:p w14:paraId="5B7FAD5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tttaatggta ttggagttac acagaatgtt ctctatgaga accaaaaatt gattgccaac</w:t>
      </w:r>
    </w:p>
    <w:p w14:paraId="4C2AD18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caatttaata gtgctattgg caaaattcaa gactcacttt cttccacagc aagtgcactt</w:t>
      </w:r>
    </w:p>
    <w:p w14:paraId="21B514D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ggaaaacttc aagatgtggt caaccataat gcacaagctt taaacacgct tgttaaacaa</w:t>
      </w:r>
    </w:p>
    <w:p w14:paraId="3AED4C0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cttagctcca aatttggtgc aatttcaagt gttttaaatg atatcttttc acgtcttgac</w:t>
      </w:r>
    </w:p>
    <w:p w14:paraId="3C8B87A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aaagttgagg ctgaagtgca aattgatagg ttgatcacag gcagacttca aagtttgcag</w:t>
      </w:r>
    </w:p>
    <w:p w14:paraId="4FE0185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acatatgtga ctcaacaatt aattagagct gcagaaatca gagcttctgc taatcttgct</w:t>
      </w:r>
    </w:p>
    <w:p w14:paraId="63119E8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gctactaaaa tgtcagagtg tgtacttgga caatcaaaaa gagttgattt ttgtggaaag</w:t>
      </w:r>
    </w:p>
    <w:p w14:paraId="35FCCA9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ggctatcatc ttatgtcctt ccctcagtca gcacctcatg gtgtagtctt cttgcatgtg</w:t>
      </w:r>
    </w:p>
    <w:p w14:paraId="3DF3BE6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acttatgtcc ctgcacaaga aaagaacttc acaactgctc ctgccatttg tcatgatgga</w:t>
      </w:r>
    </w:p>
    <w:p w14:paraId="4ADBF87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aaagcacact ttcctcgtga aggtgtcttt gtttcaaatg gcacacactg gtttgtaaca</w:t>
      </w:r>
    </w:p>
    <w:p w14:paraId="73D8BE6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caaaggaatt tttatgaacc acaaatcatt actacagaca acacatttgt gtctggtaac</w:t>
      </w:r>
    </w:p>
    <w:p w14:paraId="5D0D844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tgtgatgttg taataggaat tgtcaacaac acagtttatg atcctttgca acctgaatta</w:t>
      </w:r>
    </w:p>
    <w:p w14:paraId="6A998D2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gattcattca aggaggagtt agataaatat tttaagaatc atacatcacc agatgttgat</w:t>
      </w:r>
    </w:p>
    <w:p w14:paraId="1FC93C2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ttaggtgaca tctctggcat taatgcttca gttgtaaaca ttcaaaaaga aattgaccgc</w:t>
      </w:r>
    </w:p>
    <w:p w14:paraId="0615915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ctcaatgagg ttgccaagaa tttaaatgaa tctctcatcg atctccaaga acttggaaag</w:t>
      </w:r>
    </w:p>
    <w:p w14:paraId="0475830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tatgagcagt atataaaatg gccatggtac atttggctag gttttatagc tggcttgatt</w:t>
      </w:r>
    </w:p>
    <w:p w14:paraId="2B30AE3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gccatagtaa tggtgacaat tatgctttgc tgtatgacca gttgctgtag ttgtctcaag</w:t>
      </w:r>
    </w:p>
    <w:p w14:paraId="059915F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ggctgttgtt cttgtggatc ctgctgcaaa tttgatgaag acgactctga gccagtgctc</w:t>
      </w:r>
    </w:p>
    <w:p w14:paraId="5CEC098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aaaggagtca aattacatta cacataaacg aacttatgga tttgtttatg agaatcttca</w:t>
      </w:r>
    </w:p>
    <w:p w14:paraId="663682B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caattggaac tgtaactttg aagcaaggtg aaatcaagga tgctactcct tcagattttg</w:t>
      </w:r>
    </w:p>
    <w:p w14:paraId="54419E4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ttcgcgctac tgcaacgata ccgatacaag cctcactccc tttcggatgg cttattgttg</w:t>
      </w:r>
    </w:p>
    <w:p w14:paraId="746267B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gcgttgcact tcttgctgtt tttcagagcg cttccaaaat cataactctc aaaaagagat</w:t>
      </w:r>
    </w:p>
    <w:p w14:paraId="7E324B8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ggcaactagc actctccaag ggtgttcact ttgtttgcaa cttgctgttg ttgtttgtaa</w:t>
      </w:r>
    </w:p>
    <w:p w14:paraId="6A881E6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cagtttactc acaccttttg ctcgttgctg ctggccttga agcccctttt ctctatcttt</w:t>
      </w:r>
    </w:p>
    <w:p w14:paraId="0302733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atgctttagt ctacttcttg cagagtataa actttgtaag aataataatg aggctttggc</w:t>
      </w:r>
    </w:p>
    <w:p w14:paraId="1009CD4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tttgctggaa atgccgttcc aaaaacccat tactttatga tgccaactat tttctttgct</w:t>
      </w:r>
    </w:p>
    <w:p w14:paraId="6314282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ggcatactaa ttgttacgac tattgtatac cttacaatag tgtaacttct tcaattgtca</w:t>
      </w:r>
    </w:p>
    <w:p w14:paraId="175471F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ttacttcagg tgatggcaca acaagtccta tttctgaaca tgactaccag attggtggtt</w:t>
      </w:r>
    </w:p>
    <w:p w14:paraId="1DA449B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atactgaaaa atgggaatct ggagtaaaag actgtgttgt attacacagt tacttcactt</w:t>
      </w:r>
    </w:p>
    <w:p w14:paraId="42AC2A6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cagactatta ccagctgtac tcaactcaat tgagtacaga cactggtgtt gaacatgtta</w:t>
      </w:r>
    </w:p>
    <w:p w14:paraId="61E2704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ccttcttcat ctacaataaa attgttgatg agcctgaaga acatgtccaa attcacacaa</w:t>
      </w:r>
    </w:p>
    <w:p w14:paraId="46F93D1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tcgacggttc atccggagtt gttaatccag taatggaacc aatttatgat gaaccgacga</w:t>
      </w:r>
    </w:p>
    <w:p w14:paraId="62AA50A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cgactactag cgtgcctttg taagcacaag ctgatgagta cgaacttatg tactcattcg</w:t>
      </w:r>
    </w:p>
    <w:p w14:paraId="3AE5360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tttcggaaga gataggtacg ttaatagtta atagcgtact tctttttctt gctttcgtgg</w:t>
      </w:r>
    </w:p>
    <w:p w14:paraId="065704E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tattcttgct agttacacta gccatcctta ctgcgcttcg attgtgtgcg tactgctgca</w:t>
      </w:r>
    </w:p>
    <w:p w14:paraId="5363377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atattgttaa cgtgagtctt gtaaaacctt ctttttacgt ttactctcgt gttaaaaatc</w:t>
      </w:r>
    </w:p>
    <w:p w14:paraId="20543A4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tgaattcttc tagagttcct gatcttctgg tctaaacgaa ctaaatatta tattagtttt</w:t>
      </w:r>
    </w:p>
    <w:p w14:paraId="5A4DAD4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tctgtttgga actttaattt tagccatggc aggttccaac ggtactatta ccgttgaaga</w:t>
      </w:r>
    </w:p>
    <w:p w14:paraId="70FC9E8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gcttaaaaag ctccttgaag aatggaacct agtaataggt ttcctattcc ttacatggat</w:t>
      </w:r>
    </w:p>
    <w:p w14:paraId="265AB44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ttgtcttcta caatttgcct atgccaacag gaataggttt ttgtatataa ttaagttaat</w:t>
      </w:r>
    </w:p>
    <w:p w14:paraId="00C2DECA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tttcctctgg ctgttatggc cagtaacttt aacttgtttt gtgcttgctg ctgtttacag</w:t>
      </w:r>
    </w:p>
    <w:p w14:paraId="4EE99A7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aataaattgg atcaccggtg gaattgctat cgcaatggct tgtcttgtag gcttgatgtg</w:t>
      </w:r>
    </w:p>
    <w:p w14:paraId="72D6973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gctcagctac ttcattgctt ctttcagact gtttgcgcgt acgcgttcca tgtggtcatt</w:t>
      </w:r>
    </w:p>
    <w:p w14:paraId="2D74578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caatccagaa actaacattc ttctcaacgt gccactccat ggcactattc tgaccagacc</w:t>
      </w:r>
    </w:p>
    <w:p w14:paraId="634E863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gcttctagaa agtgaactcg taatcggagc tgtgatcctt cgtggacatc ttcgtattgc</w:t>
      </w:r>
    </w:p>
    <w:p w14:paraId="56800AA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tggacaccat ctaggacgct gtgacatcaa ggacctgcct aaagaaatca ctgttgctac</w:t>
      </w:r>
    </w:p>
    <w:p w14:paraId="0926841D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atcacgaacg ctttcttatt acaaattggg agcttcgcag cgtgtagcag gtgactcagg</w:t>
      </w:r>
    </w:p>
    <w:p w14:paraId="25A70A4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ttttgctgca tacagtcgct acaggattgg caactataaa ttaaacacag accattccag</w:t>
      </w:r>
    </w:p>
    <w:p w14:paraId="1442130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tagcagtgac aatattgctt tgcttgtaca gtaagtgaca acagatgttt catctcgttg</w:t>
      </w:r>
    </w:p>
    <w:p w14:paraId="45E17140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actttcaggt tactatagca gagatattac taattattat gcggactttt aaagtttcca</w:t>
      </w:r>
    </w:p>
    <w:p w14:paraId="74C27F6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tttggaatct tgattacatc ataaacctca taattaaaaa tttatctaag tcactaactg</w:t>
      </w:r>
    </w:p>
    <w:p w14:paraId="649FC7B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agaataaata ttctcaatta gatgaagagc aaccaatgga gattgattaa acgaacatga</w:t>
      </w:r>
    </w:p>
    <w:p w14:paraId="60BCF9F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aaattattct tttcttggca ctgataacac tcgctacttg tgagctttat cactaccaag</w:t>
      </w:r>
    </w:p>
    <w:p w14:paraId="4CCE4DB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agtgtgttag aggtacaaca gtacttttaa aagaaccttg ctcttctgga acatacgagg</w:t>
      </w:r>
    </w:p>
    <w:p w14:paraId="2187A51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gcaattcacc atttcatcct ctagctgata acaaatttgc actgacttgc tttagcactc</w:t>
      </w:r>
    </w:p>
    <w:p w14:paraId="6BD6489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aatttgcttt tgcttgtcct gacggcgtaa aacacgtcta tcagttacgt gccagatcag</w:t>
      </w:r>
    </w:p>
    <w:p w14:paraId="16AC8B4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tttcacctaa actgttcatc agacaagagg aagttcaaga actttactct ccaatttttc</w:t>
      </w:r>
    </w:p>
    <w:p w14:paraId="7467C6F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ttattgttgc ggcaatagtg tttataacac tttgcttcac actcaaaaga aagacagaat</w:t>
      </w:r>
    </w:p>
    <w:p w14:paraId="4C49811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gattgaactt tcattaattg acttctattt gtgcttttta gcctttctgt tattccttgt</w:t>
      </w:r>
    </w:p>
    <w:p w14:paraId="3AEB588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tttaattatg cttattatct tttggttctc acttgaactg caagatcata atgaaacttg</w:t>
      </w:r>
    </w:p>
    <w:p w14:paraId="71AF295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tcacgcctaa acgaacatga aatttcttgt tttcttagga atcatcacaa ctgtagctgc</w:t>
      </w:r>
    </w:p>
    <w:p w14:paraId="67D1348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atttcaccaa gaatgtagtt tacagtcatg tactcaacat caaccatatg tagttgatga</w:t>
      </w:r>
    </w:p>
    <w:p w14:paraId="5FD94E7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cccgtgtcct attcacttct attctaaatg gtatattaga gtaggagcta gaaaatcagc</w:t>
      </w:r>
    </w:p>
    <w:p w14:paraId="2EA3741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acctttaatt gaattgtgcg tggatgaggc tggttctaaa tcacccattc agtacatcga</w:t>
      </w:r>
    </w:p>
    <w:p w14:paraId="4FA92F7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tatcggtaat tatacagttt cctgtttacc ttttacaatt aattgccagg aacctaaatt</w:t>
      </w:r>
    </w:p>
    <w:p w14:paraId="288E6F93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gggtagtctt gtagtgcgtt gttcgttcta tgaagacttt ttagagtatc atgacgttcg</w:t>
      </w:r>
    </w:p>
    <w:p w14:paraId="7B5B2C98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tgttgtttta gatttcatct aaacgaacaa acttaaatgt ctgataatgg accccaaaat</w:t>
      </w:r>
    </w:p>
    <w:p w14:paraId="73CACD6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cagcgaaatg cactccgcat tacgtttggt ggaccctcag attcaactgg cagtaaccag</w:t>
      </w:r>
    </w:p>
    <w:p w14:paraId="463626B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aatggnnnnn nnngtggggc gcgatcaaaa caacgtcggc cccaaggttt acccaataat</w:t>
      </w:r>
    </w:p>
    <w:p w14:paraId="2677BC3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actgcgtctt ggttcaccgc tctcactcaa catggcaagg aagaccttaa attccctcga</w:t>
      </w:r>
    </w:p>
    <w:p w14:paraId="5A7BF78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ggacaaggcg ttccaattaa caccaatagc agtccagatg accaaattgg ctactaccga</w:t>
      </w:r>
    </w:p>
    <w:p w14:paraId="60D49BD6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agagctacca gacgaattcg tggtggtgac ggtaaaatga aagatctcag tccaagatgg</w:t>
      </w:r>
    </w:p>
    <w:p w14:paraId="576B42B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tatttctact acctaggaac tgggccagaa gctggacttc cctatggtgc taacaaagac</w:t>
      </w:r>
    </w:p>
    <w:p w14:paraId="48EC89B4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ggcatcatat gggttgcaac tgagggagcc ttgaatacac caaaagatca cattggcacc</w:t>
      </w:r>
    </w:p>
    <w:p w14:paraId="356BA2F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cgcaatcctg ctaacaatgc tgcaatcgtg ctacaacttc ctcaaggaac aacattgcca</w:t>
      </w:r>
    </w:p>
    <w:p w14:paraId="7D56EE9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aaaggcttct acgcagaagg gagcagaggc ggcagtcaag cctcttctcg ttcctcatca</w:t>
      </w:r>
    </w:p>
    <w:p w14:paraId="0B0CC89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cgtagtcgca acagttcaag aaattcaact ccaggcagca gtaaacgaac ttctcctgct</w:t>
      </w:r>
    </w:p>
    <w:p w14:paraId="047719C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agaatggctg gcaatggcgg tgatgctgct cttgctttgc tgctgcttga cagattgaac</w:t>
      </w:r>
    </w:p>
    <w:p w14:paraId="6823A1A1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cagcttgaga gcaaaatgtc tggtaaaggc caacaacaac aaggccaaac tgtcactaag</w:t>
      </w:r>
    </w:p>
    <w:p w14:paraId="39FC973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aaatctgctg ctgaggcttc taagaagcct cggcaaaaac gtactgccac taaagcatac</w:t>
      </w:r>
    </w:p>
    <w:p w14:paraId="2A432C19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aatgtaacac aagctttcgg cagacgtggt ccagaacaaa cccaaggaaa ttttggggac</w:t>
      </w:r>
    </w:p>
    <w:p w14:paraId="6DFF773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caggaactaa tcagacaagg aactgattac aaacattggc cgcaaattgc acaatttgcc</w:t>
      </w:r>
    </w:p>
    <w:p w14:paraId="7C8EA69E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cccagcgctt cagcgttctt cggaatgtcg cgcattggca tggaagtcac accttcggga</w:t>
      </w:r>
    </w:p>
    <w:p w14:paraId="079AE99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acgtggttga cctacacagg tgccatcaaa ttggatgaca aagatccaaa tttcaaagat</w:t>
      </w:r>
    </w:p>
    <w:p w14:paraId="5D0133B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caagtcattt tgctgaataa gcatattgac gcatacaaaa cattcccacc aacagagcct</w:t>
      </w:r>
    </w:p>
    <w:p w14:paraId="122A64E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aaaaaggaca aaaagaagaa ggctgatgaa actcaagcct taccgcagag acagaagaaa</w:t>
      </w:r>
    </w:p>
    <w:p w14:paraId="7F6DAED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cagcaaactg tgactcttct tcctgctgca gatttggatg atttctccaa acaattgcaa</w:t>
      </w:r>
    </w:p>
    <w:p w14:paraId="2DD91512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caatccatga gcagtgctga ctcaactcag gcctaaactc atgcagacca cacaaggcag</w:t>
      </w:r>
    </w:p>
    <w:p w14:paraId="7C0A186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atgggctata taaacgtttt cgcttttccg tttacgatat atagtctact cttgtgcaga</w:t>
      </w:r>
    </w:p>
    <w:p w14:paraId="2A56D81F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atgaattctc gtaactacat agcacaagta gatgtagtta actttaatct cacatagcaa</w:t>
      </w:r>
    </w:p>
    <w:p w14:paraId="60ADF9CC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tctttaatca gtgtgtaaca ttagggagga cttgaaagag ccaccacatt ttcaccgagg</w:t>
      </w:r>
    </w:p>
    <w:p w14:paraId="0D54ED7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ccacgcggag tacgatcgag tgtacagtga acaatgctag ggagagctgc ctatatggaa</w:t>
      </w:r>
    </w:p>
    <w:p w14:paraId="0E26A65B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gagccctaat gtgtaaaatt aattttagta gtgctatccc catgtgattt taatagcttc</w:t>
      </w:r>
    </w:p>
    <w:p w14:paraId="7BC8A667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ttag</w:t>
      </w:r>
    </w:p>
    <w:p w14:paraId="5BA4CA35" w14:textId="77777777" w:rsidR="00190F00" w:rsidRPr="00190F00" w:rsidRDefault="00190F00" w:rsidP="00190F0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90F0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E42342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F00"/>
    <w:rsid w:val="00027553"/>
    <w:rsid w:val="0004370C"/>
    <w:rsid w:val="000A1613"/>
    <w:rsid w:val="000A2341"/>
    <w:rsid w:val="00145305"/>
    <w:rsid w:val="00190F00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B6BF4B"/>
  <w15:chartTrackingRefBased/>
  <w15:docId w15:val="{D9D0715C-7CDA-BC4E-BA3A-98574BA51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2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21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8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06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10756</Words>
  <Characters>61312</Characters>
  <Application>Microsoft Office Word</Application>
  <DocSecurity>0</DocSecurity>
  <Lines>510</Lines>
  <Paragraphs>143</Paragraphs>
  <ScaleCrop>false</ScaleCrop>
  <Company/>
  <LinksUpToDate>false</LinksUpToDate>
  <CharactersWithSpaces>71925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2023-02-01T10:10:00Z</dcterms:created>
  <dcterms:modified xsi:type="dcterms:W3CDTF">2023-02-01T10:11:00Z</dcterms:modified>
</cp:coreProperties>
</file>